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6277E" w14:textId="77777777" w:rsidR="004D36D7" w:rsidRPr="00FD4A68" w:rsidRDefault="00062482" w:rsidP="00B47940">
      <w:pPr>
        <w:pStyle w:val="Title"/>
        <w:rPr>
          <w:rStyle w:val="LabTitleInstVersred"/>
          <w:b/>
          <w:color w:val="auto"/>
        </w:rPr>
      </w:pPr>
      <w:sdt>
        <w:sdtPr>
          <w:rPr>
            <w:b w:val="0"/>
            <w:color w:val="EE0000"/>
          </w:rPr>
          <w:alias w:val="Title"/>
          <w:tag w:val=""/>
          <w:id w:val="-487021785"/>
          <w:placeholder>
            <w:docPart w:val="9050E4CF0B0043A5A6182A903D85565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5611">
            <w:t>Lab - Linux Servers</w:t>
          </w:r>
        </w:sdtContent>
      </w:sdt>
      <w:r w:rsidR="004D36D7" w:rsidRPr="00FD4A68">
        <w:t xml:space="preserve"> </w:t>
      </w:r>
      <w:r w:rsidR="00D84BDA" w:rsidRPr="00FD4A68">
        <w:rPr>
          <w:rStyle w:val="LabTitleInstVersred"/>
        </w:rPr>
        <w:t>(Instructor Version)</w:t>
      </w:r>
    </w:p>
    <w:p w14:paraId="50F5CCFC"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0C5D2F1" w14:textId="09ABF092" w:rsidR="00D778DF" w:rsidRPr="00E70096" w:rsidRDefault="00916EB4" w:rsidP="00D452F4">
      <w:pPr>
        <w:pStyle w:val="Heading1"/>
      </w:pPr>
      <w:r>
        <w:t>Objectives</w:t>
      </w:r>
    </w:p>
    <w:p w14:paraId="403A1089" w14:textId="2438D440" w:rsidR="00DC5755" w:rsidRDefault="00DC5755" w:rsidP="00DC5755">
      <w:pPr>
        <w:pStyle w:val="BodyTextL25"/>
      </w:pPr>
      <w:r w:rsidRPr="00A261EC">
        <w:t xml:space="preserve">In this lab, you will use </w:t>
      </w:r>
      <w:r>
        <w:t>the Linux command line to identify servers running on a given computer.</w:t>
      </w:r>
    </w:p>
    <w:p w14:paraId="33337278" w14:textId="3E789D9D" w:rsidR="00916EB4" w:rsidRDefault="00916EB4" w:rsidP="00916EB4">
      <w:pPr>
        <w:pStyle w:val="BodyTextL25Bold"/>
      </w:pPr>
      <w:r>
        <w:t>Part 1: Servers</w:t>
      </w:r>
    </w:p>
    <w:p w14:paraId="344371F8" w14:textId="03ACC139" w:rsidR="00916EB4" w:rsidRPr="00A261EC" w:rsidRDefault="00916EB4" w:rsidP="00916EB4">
      <w:pPr>
        <w:pStyle w:val="BodyTextL25Bold"/>
      </w:pPr>
      <w:r>
        <w:t>Part 2: Using Telnet to Test TCP Services</w:t>
      </w:r>
    </w:p>
    <w:p w14:paraId="645FBD6A" w14:textId="6BD6A830" w:rsidR="00D778DF" w:rsidRPr="00E70096" w:rsidRDefault="00DC5755" w:rsidP="00D452F4">
      <w:pPr>
        <w:pStyle w:val="Heading1"/>
      </w:pPr>
      <w:r>
        <w:t>Recommended Equipment</w:t>
      </w:r>
    </w:p>
    <w:p w14:paraId="47F27A40" w14:textId="157D6813" w:rsidR="00DC5755" w:rsidRDefault="00D57A27" w:rsidP="00D57A27">
      <w:pPr>
        <w:pStyle w:val="Bulletlevel1"/>
        <w:spacing w:before="60" w:after="60" w:line="276" w:lineRule="auto"/>
      </w:pPr>
      <w:r>
        <w:t>CyberOps Workstation virtual machine</w:t>
      </w:r>
    </w:p>
    <w:p w14:paraId="3C48D4EC" w14:textId="77777777" w:rsidR="00DC5755" w:rsidRPr="004E2144" w:rsidRDefault="00DC5755" w:rsidP="00DC5755">
      <w:pPr>
        <w:pStyle w:val="InstNoteRedL25"/>
      </w:pPr>
      <w:r>
        <w:rPr>
          <w:b/>
        </w:rPr>
        <w:t>Instructor Note</w:t>
      </w:r>
      <w:r>
        <w:t>: This lab can be done using the virtual machine created in a previous lab.</w:t>
      </w:r>
    </w:p>
    <w:p w14:paraId="511D3C3F" w14:textId="77777777" w:rsidR="00125806" w:rsidRDefault="00125806" w:rsidP="00D452F4">
      <w:pPr>
        <w:pStyle w:val="Heading1"/>
      </w:pPr>
      <w:r>
        <w:t>Instructions</w:t>
      </w:r>
    </w:p>
    <w:p w14:paraId="727F9CF7" w14:textId="77777777" w:rsidR="00DC5755" w:rsidRDefault="00DC5755" w:rsidP="00DC5755">
      <w:pPr>
        <w:pStyle w:val="Heading2"/>
      </w:pPr>
      <w:r>
        <w:t>Servers</w:t>
      </w:r>
    </w:p>
    <w:p w14:paraId="24B5AEBC" w14:textId="77777777" w:rsidR="00DC5755" w:rsidRPr="006712E2" w:rsidRDefault="00DC5755" w:rsidP="00DC5755">
      <w:pPr>
        <w:pStyle w:val="BodyTextL25"/>
      </w:pPr>
      <w:r>
        <w:t>Servers are essentially programs written to provide specific information upon request. Clients, which are also programs, reach out to the server, place the request, and wait for the server response. Many different client-server communication technologies can be used, with the most common being IP networks. This lab focuses on IP network-based servers and clients.</w:t>
      </w:r>
    </w:p>
    <w:p w14:paraId="68FD37A3" w14:textId="77777777" w:rsidR="00DC5755" w:rsidRPr="00A261EC" w:rsidRDefault="00DC5755" w:rsidP="00DC5755">
      <w:pPr>
        <w:pStyle w:val="Heading3"/>
        <w:rPr>
          <w:bCs w:val="0"/>
        </w:rPr>
      </w:pPr>
      <w:r>
        <w:t>Access the command line.</w:t>
      </w:r>
    </w:p>
    <w:p w14:paraId="554C6425" w14:textId="77777777" w:rsidR="00DC5755" w:rsidRPr="00A261EC" w:rsidRDefault="00DC5755" w:rsidP="00DC5755">
      <w:pPr>
        <w:pStyle w:val="SubStepAlpha"/>
      </w:pPr>
      <w:r>
        <w:t xml:space="preserve">Log on to the CyberOps Workstation VM as the </w:t>
      </w:r>
      <w:r>
        <w:rPr>
          <w:b/>
        </w:rPr>
        <w:t>analyst</w:t>
      </w:r>
      <w:r w:rsidRPr="00A7006E">
        <w:t>,</w:t>
      </w:r>
      <w:r>
        <w:rPr>
          <w:b/>
        </w:rPr>
        <w:t xml:space="preserve"> </w:t>
      </w:r>
      <w:r>
        <w:t xml:space="preserve">using the password </w:t>
      </w:r>
      <w:r w:rsidRPr="00EC37EC">
        <w:rPr>
          <w:b/>
        </w:rPr>
        <w:t>cyberops</w:t>
      </w:r>
      <w:r>
        <w:t xml:space="preserve">. The account </w:t>
      </w:r>
      <w:r>
        <w:rPr>
          <w:b/>
        </w:rPr>
        <w:t>analyst</w:t>
      </w:r>
      <w:r>
        <w:t xml:space="preserve"> is used as the example user account throughout this lab.</w:t>
      </w:r>
    </w:p>
    <w:p w14:paraId="6EAAC9E9" w14:textId="77777777" w:rsidR="00DC5755" w:rsidRDefault="00DC5755" w:rsidP="00DC5755">
      <w:pPr>
        <w:pStyle w:val="SubStepAlpha"/>
        <w:keepNext/>
      </w:pPr>
      <w:r>
        <w:t xml:space="preserve">To access the command line, click </w:t>
      </w:r>
      <w:r w:rsidRPr="00967A3A">
        <w:t>the</w:t>
      </w:r>
      <w:r>
        <w:rPr>
          <w:b/>
        </w:rPr>
        <w:t xml:space="preserve"> terminal</w:t>
      </w:r>
      <w:r w:rsidRPr="00816689">
        <w:t xml:space="preserve"> </w:t>
      </w:r>
      <w:r>
        <w:t>icon located in the Dock, at the bottom of VM screen.</w:t>
      </w:r>
      <w:r w:rsidRPr="00816689">
        <w:t xml:space="preserve"> </w:t>
      </w:r>
      <w:r>
        <w:t>The terminal emulator opens.</w:t>
      </w:r>
    </w:p>
    <w:p w14:paraId="2910F41F" w14:textId="77777777" w:rsidR="00DC5755" w:rsidRDefault="00DC5755" w:rsidP="00DC5755">
      <w:pPr>
        <w:pStyle w:val="Visual"/>
      </w:pPr>
      <w:r>
        <w:rPr>
          <w:noProof/>
        </w:rPr>
        <w:drawing>
          <wp:inline distT="0" distB="0" distL="0" distR="0" wp14:anchorId="5C6799CF" wp14:editId="0D8471DF">
            <wp:extent cx="2724150" cy="1028700"/>
            <wp:effectExtent l="0" t="0" r="0" b="0"/>
            <wp:docPr id="1" name="Picture 1" descr="Screenshot of the Dock images with the Terminal cir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4150" cy="1028700"/>
                    </a:xfrm>
                    <a:prstGeom prst="rect">
                      <a:avLst/>
                    </a:prstGeom>
                    <a:noFill/>
                    <a:ln>
                      <a:noFill/>
                    </a:ln>
                  </pic:spPr>
                </pic:pic>
              </a:graphicData>
            </a:graphic>
          </wp:inline>
        </w:drawing>
      </w:r>
    </w:p>
    <w:p w14:paraId="0A720223" w14:textId="77777777" w:rsidR="00DC5755" w:rsidRDefault="00DC5755" w:rsidP="00DC5755">
      <w:pPr>
        <w:pStyle w:val="Heading3"/>
      </w:pPr>
      <w:r>
        <w:t>Display the services currently running.</w:t>
      </w:r>
    </w:p>
    <w:p w14:paraId="52C8A705" w14:textId="77777777" w:rsidR="00DC5755" w:rsidRDefault="00DC5755" w:rsidP="00DC5755">
      <w:pPr>
        <w:pStyle w:val="BodyTextL25"/>
      </w:pPr>
      <w:r>
        <w:t xml:space="preserve">Many different programs can be running on a given computer, especially a computer running a Linux operating system. Many programs run in the background so users may not immediately detect what programs are running on a given computer. In Linux, running programs are also called </w:t>
      </w:r>
      <w:r w:rsidRPr="004D1561">
        <w:rPr>
          <w:i/>
        </w:rPr>
        <w:t>processes</w:t>
      </w:r>
      <w:r>
        <w:t>.</w:t>
      </w:r>
    </w:p>
    <w:p w14:paraId="76BC4E65" w14:textId="77777777" w:rsidR="00DC5755" w:rsidRDefault="00DC5755" w:rsidP="00DC5755">
      <w:pPr>
        <w:pStyle w:val="BodyTextL25"/>
      </w:pPr>
      <w:r w:rsidRPr="00452C6A">
        <w:rPr>
          <w:b/>
        </w:rPr>
        <w:t>Note</w:t>
      </w:r>
      <w:r>
        <w:t xml:space="preserve">: The output of your </w:t>
      </w:r>
      <w:r w:rsidRPr="00452C6A">
        <w:rPr>
          <w:b/>
        </w:rPr>
        <w:t>ps</w:t>
      </w:r>
      <w:r>
        <w:t xml:space="preserve"> command will differ because it will be based on the state of your CyberOps Workstation VM.</w:t>
      </w:r>
    </w:p>
    <w:p w14:paraId="311861E4" w14:textId="77777777" w:rsidR="00DC5755" w:rsidRDefault="00DC5755" w:rsidP="00DC5755">
      <w:pPr>
        <w:pStyle w:val="SubStepAlpha"/>
      </w:pPr>
      <w:r>
        <w:t xml:space="preserve">Use the </w:t>
      </w:r>
      <w:r w:rsidRPr="008633BB">
        <w:rPr>
          <w:b/>
        </w:rPr>
        <w:t>ps</w:t>
      </w:r>
      <w:r w:rsidRPr="008633BB">
        <w:t xml:space="preserve"> c</w:t>
      </w:r>
      <w:r>
        <w:t>ommand to display all the programs running in the background:</w:t>
      </w:r>
    </w:p>
    <w:p w14:paraId="0F704292" w14:textId="77777777" w:rsidR="00DC5755" w:rsidRPr="008633BB" w:rsidRDefault="00DC5755" w:rsidP="00DC5755">
      <w:pPr>
        <w:pStyle w:val="CMD"/>
      </w:pPr>
      <w:r w:rsidRPr="008633BB">
        <w:t xml:space="preserve">[analyst@secOps ~]$ </w:t>
      </w:r>
      <w:r w:rsidRPr="008633BB">
        <w:rPr>
          <w:b/>
        </w:rPr>
        <w:t>sudo ps –elf</w:t>
      </w:r>
    </w:p>
    <w:p w14:paraId="60B68D3D" w14:textId="77777777" w:rsidR="00DC5755" w:rsidRPr="008633BB" w:rsidRDefault="00DC5755" w:rsidP="00DC5755">
      <w:pPr>
        <w:pStyle w:val="CMD"/>
      </w:pPr>
      <w:r w:rsidRPr="008633BB">
        <w:t>[sudo] password for analyst:</w:t>
      </w:r>
    </w:p>
    <w:p w14:paraId="565551D3" w14:textId="77777777" w:rsidR="00DC5755" w:rsidRPr="009F7F88" w:rsidRDefault="00DC5755" w:rsidP="00DC5755">
      <w:pPr>
        <w:pStyle w:val="CMDOutput"/>
      </w:pPr>
      <w:r w:rsidRPr="009F7F88">
        <w:t>F S UID        PID  PPID  C PRI  NI ADDR SZ WCHAN  STIME TTY          TIME CMD</w:t>
      </w:r>
    </w:p>
    <w:p w14:paraId="2230DE60" w14:textId="77777777" w:rsidR="00DC5755" w:rsidRPr="009F7F88" w:rsidRDefault="00DC5755" w:rsidP="00DC5755">
      <w:pPr>
        <w:pStyle w:val="CMDOutput"/>
      </w:pPr>
      <w:r w:rsidRPr="009F7F88">
        <w:lastRenderedPageBreak/>
        <w:t>4 S root         1     0  0  80   0 -  2250 SyS_ep Feb27 ?        00:00:00 /sbin/init</w:t>
      </w:r>
    </w:p>
    <w:p w14:paraId="47CFD0BB" w14:textId="77777777" w:rsidR="00DC5755" w:rsidRPr="009F7F88" w:rsidRDefault="00DC5755" w:rsidP="00DC5755">
      <w:pPr>
        <w:pStyle w:val="CMDOutput"/>
      </w:pPr>
      <w:r w:rsidRPr="009F7F88">
        <w:t>1 S root         2     0  0  80   0 -     0 kthrea Feb27 ?        00:00:00 [kthreadd]</w:t>
      </w:r>
    </w:p>
    <w:p w14:paraId="0A877732" w14:textId="77777777" w:rsidR="00DC5755" w:rsidRPr="009F7F88" w:rsidRDefault="00DC5755" w:rsidP="00DC5755">
      <w:pPr>
        <w:pStyle w:val="CMDOutput"/>
      </w:pPr>
      <w:r w:rsidRPr="009F7F88">
        <w:t>1 S root         3     2  0  80   0 -     0 smpboo Feb27 ?        00:00:00 [ksoftirqd/0]</w:t>
      </w:r>
    </w:p>
    <w:p w14:paraId="09F463CD" w14:textId="77777777" w:rsidR="00DC5755" w:rsidRPr="009F7F88" w:rsidRDefault="00DC5755" w:rsidP="00DC5755">
      <w:pPr>
        <w:pStyle w:val="CMDOutput"/>
      </w:pPr>
      <w:r w:rsidRPr="009F7F88">
        <w:t>1 S root         5     2  0  60 -20 -     0 worker Feb27 ?        00:00:00 [kworker/0:0H]</w:t>
      </w:r>
    </w:p>
    <w:p w14:paraId="7FA57082" w14:textId="77777777" w:rsidR="00DC5755" w:rsidRPr="009F7F88" w:rsidRDefault="00DC5755" w:rsidP="00DC5755">
      <w:pPr>
        <w:pStyle w:val="CMDOutput"/>
      </w:pPr>
      <w:r w:rsidRPr="009F7F88">
        <w:t>1 S root         7     2  0  80   0 -     0 rcu_gp Feb27 ?        00:00:00 [rcu_preempt]</w:t>
      </w:r>
    </w:p>
    <w:p w14:paraId="08DA1E8B" w14:textId="77777777" w:rsidR="00DC5755" w:rsidRPr="009F7F88" w:rsidRDefault="00DC5755" w:rsidP="00DC5755">
      <w:pPr>
        <w:pStyle w:val="CMDOutput"/>
      </w:pPr>
      <w:r w:rsidRPr="009F7F88">
        <w:t>1 S root         8     2  0  80   0 -     0 rcu_gp Feb27 ?        00:00:00 [rcu_sched]</w:t>
      </w:r>
    </w:p>
    <w:p w14:paraId="32D282F4" w14:textId="77777777" w:rsidR="00DC5755" w:rsidRPr="009F7F88" w:rsidRDefault="00DC5755" w:rsidP="00DC5755">
      <w:pPr>
        <w:pStyle w:val="CMDOutput"/>
      </w:pPr>
      <w:r w:rsidRPr="009F7F88">
        <w:t>1 S root         9     2  0  80   0 -     0 rcu_gp Feb27 ?        00:00:00 [rcu_bh]</w:t>
      </w:r>
    </w:p>
    <w:p w14:paraId="50F696EB" w14:textId="77777777" w:rsidR="00DC5755" w:rsidRPr="009F7F88" w:rsidRDefault="00DC5755" w:rsidP="00DC5755">
      <w:pPr>
        <w:pStyle w:val="CMDOutput"/>
      </w:pPr>
      <w:r w:rsidRPr="009F7F88">
        <w:t>1 S root        10     2  0 -40   - -     0 smpboo Feb27 ?        00:00:00 [migration/0]</w:t>
      </w:r>
    </w:p>
    <w:p w14:paraId="1F088BC4" w14:textId="77777777" w:rsidR="00DC5755" w:rsidRPr="009F7F88" w:rsidRDefault="00DC5755" w:rsidP="00DC5755">
      <w:pPr>
        <w:pStyle w:val="CMDOutput"/>
      </w:pPr>
      <w:r w:rsidRPr="009F7F88">
        <w:t>1 S root        11     2  0  60 -20 -     0 rescue Feb27 ?        00:00:00 [lru-add-drain]</w:t>
      </w:r>
    </w:p>
    <w:p w14:paraId="25E6A23D" w14:textId="77777777" w:rsidR="00DC5755" w:rsidRPr="009F7F88" w:rsidRDefault="00DC5755" w:rsidP="00DC5755">
      <w:pPr>
        <w:pStyle w:val="CMDOutput"/>
      </w:pPr>
      <w:r w:rsidRPr="009F7F88">
        <w:t>5 S root        12     2  0 -40   - -     0 smpboo Feb27 ?        00:00:00 [watchdog/0]</w:t>
      </w:r>
    </w:p>
    <w:p w14:paraId="1BEAD54E" w14:textId="77777777" w:rsidR="00DC5755" w:rsidRPr="009F7F88" w:rsidRDefault="00DC5755" w:rsidP="00DC5755">
      <w:pPr>
        <w:pStyle w:val="CMDOutput"/>
      </w:pPr>
      <w:r w:rsidRPr="009F7F88">
        <w:t>1 S root        13     2  0  80   0 -     0 smpboo Feb27 ?        00:00:00 [cpuhp/0]</w:t>
      </w:r>
    </w:p>
    <w:p w14:paraId="1B05CE55" w14:textId="77777777" w:rsidR="00DC5755" w:rsidRPr="009F7F88" w:rsidRDefault="00DC5755" w:rsidP="00DC5755">
      <w:pPr>
        <w:pStyle w:val="CMDOutput"/>
      </w:pPr>
      <w:r w:rsidRPr="009F7F88">
        <w:t>5 S root        14     2  0  80   0 -     0 devtmp Feb27 ?        00:00:00 [kdevtmpfs]</w:t>
      </w:r>
    </w:p>
    <w:p w14:paraId="48C940CF" w14:textId="77777777" w:rsidR="00DC5755" w:rsidRPr="009F7F88" w:rsidRDefault="00DC5755" w:rsidP="00DC5755">
      <w:pPr>
        <w:pStyle w:val="CMDOutput"/>
      </w:pPr>
      <w:r w:rsidRPr="009F7F88">
        <w:t>1 S root        15     2  0  60 -20 -     0 rescue Feb27 ?        00:00:00 [netns]</w:t>
      </w:r>
    </w:p>
    <w:p w14:paraId="6BC82C4C" w14:textId="77777777" w:rsidR="00DC5755" w:rsidRPr="009F7F88" w:rsidRDefault="00DC5755" w:rsidP="00DC5755">
      <w:pPr>
        <w:pStyle w:val="CMDOutput"/>
      </w:pPr>
      <w:r w:rsidRPr="009F7F88">
        <w:t>1 S root        16     2  0  80   0 -     0 watchd Feb27 ?        00:00:00 [khungtaskd]</w:t>
      </w:r>
    </w:p>
    <w:p w14:paraId="79585D69" w14:textId="77777777" w:rsidR="00DC5755" w:rsidRPr="009F7F88" w:rsidRDefault="00DC5755" w:rsidP="00DC5755">
      <w:pPr>
        <w:pStyle w:val="CMDOutput"/>
      </w:pPr>
      <w:r w:rsidRPr="009F7F88">
        <w:t>1 S root        17     2  0  80   0 -     0 oom_re Feb27 ?        00:00:00 [oom_reaper]</w:t>
      </w:r>
    </w:p>
    <w:p w14:paraId="4E048472" w14:textId="77777777" w:rsidR="00DC5755" w:rsidRDefault="00DC5755" w:rsidP="00DC5755">
      <w:pPr>
        <w:pStyle w:val="CMD"/>
      </w:pPr>
      <w:r>
        <w:t>&lt;some output omitted&gt;</w:t>
      </w:r>
    </w:p>
    <w:p w14:paraId="0DA1CCCE" w14:textId="77777777" w:rsidR="00AA3721" w:rsidRDefault="00AA3721" w:rsidP="00AA3721">
      <w:pPr>
        <w:pStyle w:val="Heading4"/>
      </w:pPr>
      <w:r>
        <w:t>Question:</w:t>
      </w:r>
    </w:p>
    <w:p w14:paraId="1E59FAA2" w14:textId="57F92F8B" w:rsidR="00DC5755" w:rsidRPr="00AA3721" w:rsidRDefault="00DC5755" w:rsidP="00AA3721">
      <w:pPr>
        <w:pStyle w:val="BodyTextL50"/>
        <w:spacing w:before="0"/>
      </w:pPr>
      <w:r w:rsidRPr="00AA3721">
        <w:t xml:space="preserve">Why was it necessary to run </w:t>
      </w:r>
      <w:r w:rsidRPr="00AA3721">
        <w:rPr>
          <w:b/>
          <w:bCs/>
        </w:rPr>
        <w:t>ps</w:t>
      </w:r>
      <w:r w:rsidRPr="00AA3721">
        <w:t xml:space="preserve"> as root (prefacing the command with </w:t>
      </w:r>
      <w:r w:rsidRPr="00AA3721">
        <w:rPr>
          <w:b/>
          <w:bCs/>
        </w:rPr>
        <w:t>sudo</w:t>
      </w:r>
      <w:r w:rsidRPr="00AA3721">
        <w:t>)?</w:t>
      </w:r>
    </w:p>
    <w:p w14:paraId="3F7F05CC" w14:textId="6114230F" w:rsidR="00DC5755" w:rsidRPr="00AA3721" w:rsidRDefault="00AA3721" w:rsidP="00AA3721">
      <w:pPr>
        <w:pStyle w:val="AnswerLineL50"/>
      </w:pPr>
      <w:r w:rsidRPr="00AA3721">
        <w:t>Type your answers here.</w:t>
      </w:r>
    </w:p>
    <w:p w14:paraId="070E3336" w14:textId="77777777" w:rsidR="00DC5755" w:rsidRPr="00B019B7" w:rsidRDefault="00DC5755" w:rsidP="00DC5755">
      <w:pPr>
        <w:pStyle w:val="SubStepAlpha"/>
        <w:numPr>
          <w:ilvl w:val="0"/>
          <w:numId w:val="0"/>
        </w:numPr>
        <w:ind w:left="720"/>
      </w:pPr>
      <w:r>
        <w:rPr>
          <w:rStyle w:val="AnswerGray"/>
        </w:rPr>
        <w:t xml:space="preserve">Some processes do not belong to the analyst user and may not be displayed if </w:t>
      </w:r>
      <w:r w:rsidRPr="004D1561">
        <w:rPr>
          <w:rStyle w:val="AnswerGray"/>
        </w:rPr>
        <w:t>ps</w:t>
      </w:r>
      <w:r>
        <w:rPr>
          <w:rStyle w:val="AnswerGray"/>
        </w:rPr>
        <w:t xml:space="preserve"> was executed as </w:t>
      </w:r>
      <w:r w:rsidRPr="004D1561">
        <w:rPr>
          <w:rStyle w:val="AnswerGray"/>
        </w:rPr>
        <w:t>analyst</w:t>
      </w:r>
      <w:r>
        <w:rPr>
          <w:rStyle w:val="AnswerGray"/>
        </w:rPr>
        <w:t xml:space="preserve">, </w:t>
      </w:r>
      <w:r w:rsidRPr="00A7006E">
        <w:rPr>
          <w:rStyle w:val="AnswerGray"/>
        </w:rPr>
        <w:t>which is</w:t>
      </w:r>
      <w:r>
        <w:rPr>
          <w:rStyle w:val="AnswerGray"/>
        </w:rPr>
        <w:t xml:space="preserve"> a regular user account.</w:t>
      </w:r>
    </w:p>
    <w:p w14:paraId="46CF58C3" w14:textId="77777777" w:rsidR="00DC5755" w:rsidRDefault="00DC5755" w:rsidP="00DC5755">
      <w:pPr>
        <w:pStyle w:val="SubStepAlpha"/>
      </w:pPr>
      <w:r>
        <w:t xml:space="preserve">In Linux, programs can also call other programs. The </w:t>
      </w:r>
      <w:r w:rsidRPr="009F7F88">
        <w:rPr>
          <w:b/>
        </w:rPr>
        <w:t>ps</w:t>
      </w:r>
      <w:r>
        <w:t xml:space="preserve"> command can also be used to display such process hierarchy. Use </w:t>
      </w:r>
      <w:r w:rsidRPr="009F7F88">
        <w:rPr>
          <w:b/>
        </w:rPr>
        <w:t>–ejH</w:t>
      </w:r>
      <w:r>
        <w:t xml:space="preserve"> options to display the currently running process tree after starting the nginx webserver with elevated privileges.</w:t>
      </w:r>
    </w:p>
    <w:p w14:paraId="1B8D08E2" w14:textId="77777777" w:rsidR="00DC5755" w:rsidRDefault="00DC5755" w:rsidP="00DC5755">
      <w:pPr>
        <w:pStyle w:val="BodyTextL50"/>
      </w:pPr>
      <w:r w:rsidRPr="00260547">
        <w:rPr>
          <w:b/>
        </w:rPr>
        <w:t>Note</w:t>
      </w:r>
      <w:r>
        <w:t>: The process information for the nginx service is highlighted. Your PID values will be different.</w:t>
      </w:r>
    </w:p>
    <w:p w14:paraId="0C9A89FD" w14:textId="77777777" w:rsidR="00DC5755" w:rsidRPr="00684B16" w:rsidRDefault="00DC5755" w:rsidP="00DC5755">
      <w:pPr>
        <w:pStyle w:val="CMD"/>
        <w:rPr>
          <w:b/>
        </w:rPr>
      </w:pPr>
      <w:r w:rsidRPr="009F7F88">
        <w:t xml:space="preserve">[analyst@secOps ~]$ </w:t>
      </w:r>
      <w:r w:rsidRPr="009F7F88">
        <w:rPr>
          <w:b/>
        </w:rPr>
        <w:t>sudo</w:t>
      </w:r>
      <w:r>
        <w:rPr>
          <w:b/>
        </w:rPr>
        <w:t xml:space="preserve"> /usr/sbin/nginx</w:t>
      </w:r>
    </w:p>
    <w:p w14:paraId="1FAC781E" w14:textId="77777777" w:rsidR="00DC5755" w:rsidRDefault="00DC5755" w:rsidP="00DC5755">
      <w:pPr>
        <w:pStyle w:val="CMD"/>
        <w:rPr>
          <w:b/>
        </w:rPr>
      </w:pPr>
      <w:r w:rsidRPr="009F7F88">
        <w:t xml:space="preserve">[analyst@secOps ~]$ </w:t>
      </w:r>
      <w:r w:rsidRPr="009F7F88">
        <w:rPr>
          <w:b/>
        </w:rPr>
        <w:t>sudo ps –ejH</w:t>
      </w:r>
    </w:p>
    <w:p w14:paraId="3688DC22" w14:textId="77777777" w:rsidR="00DC5755" w:rsidRPr="002B43D3" w:rsidRDefault="00DC5755" w:rsidP="00DC5755">
      <w:pPr>
        <w:pStyle w:val="CMDOutput"/>
      </w:pPr>
      <w:r w:rsidRPr="00A12131">
        <w:t>[sudo] password for analyst:</w:t>
      </w:r>
    </w:p>
    <w:p w14:paraId="3B71D7E6" w14:textId="77777777" w:rsidR="00DC5755" w:rsidRDefault="00DC5755" w:rsidP="00DC5755">
      <w:pPr>
        <w:pStyle w:val="CMDOutput"/>
      </w:pPr>
      <w:r w:rsidRPr="002B43D3">
        <w:t xml:space="preserve"> PID  PGID   SID TTY          TIME CMD</w:t>
      </w:r>
    </w:p>
    <w:p w14:paraId="19745A57" w14:textId="77777777" w:rsidR="00DC5755" w:rsidRPr="009F7F88" w:rsidRDefault="00DC5755" w:rsidP="00DC5755">
      <w:pPr>
        <w:pStyle w:val="CMDOutput"/>
      </w:pPr>
      <w:r>
        <w:t xml:space="preserve">  </w:t>
      </w:r>
      <w:r w:rsidRPr="009F7F88">
        <w:t xml:space="preserve">  1     1     1 ?        00:00:00 systemd</w:t>
      </w:r>
    </w:p>
    <w:p w14:paraId="1FBA6F88" w14:textId="77777777" w:rsidR="00DC5755" w:rsidRPr="009F7F88" w:rsidRDefault="00DC5755" w:rsidP="00DC5755">
      <w:pPr>
        <w:pStyle w:val="CMDOutput"/>
      </w:pPr>
      <w:r w:rsidRPr="009F7F88">
        <w:t xml:space="preserve">  167   167   167 ?        00:00:01   systemd-journal</w:t>
      </w:r>
    </w:p>
    <w:p w14:paraId="4E558986" w14:textId="77777777" w:rsidR="00DC5755" w:rsidRPr="009F7F88" w:rsidRDefault="00DC5755" w:rsidP="00DC5755">
      <w:pPr>
        <w:pStyle w:val="CMDOutput"/>
      </w:pPr>
      <w:r w:rsidRPr="009F7F88">
        <w:t xml:space="preserve">  193   193   193 ?        00:00:00   systemd-udevd</w:t>
      </w:r>
    </w:p>
    <w:p w14:paraId="4289C0B5" w14:textId="77777777" w:rsidR="00DC5755" w:rsidRPr="009F7F88" w:rsidRDefault="00DC5755" w:rsidP="00DC5755">
      <w:pPr>
        <w:pStyle w:val="CMDOutput"/>
      </w:pPr>
      <w:r w:rsidRPr="009F7F88">
        <w:t xml:space="preserve">  209   209   209 ?        00:00:00   rsyslogd</w:t>
      </w:r>
    </w:p>
    <w:p w14:paraId="39B2B03A" w14:textId="77777777" w:rsidR="00DC5755" w:rsidRPr="009F7F88" w:rsidRDefault="00DC5755" w:rsidP="00DC5755">
      <w:pPr>
        <w:pStyle w:val="CMDOutput"/>
      </w:pPr>
      <w:r w:rsidRPr="009F7F88">
        <w:t xml:space="preserve">  210   210   210 ?        00:01:41   java</w:t>
      </w:r>
    </w:p>
    <w:p w14:paraId="171F7E0F" w14:textId="77777777" w:rsidR="00DC5755" w:rsidRPr="009F7F88" w:rsidRDefault="00DC5755" w:rsidP="00DC5755">
      <w:pPr>
        <w:pStyle w:val="CMDOutput"/>
      </w:pPr>
      <w:r w:rsidRPr="009F7F88">
        <w:t xml:space="preserve">  212   212   212 ?        00:00:01   ovsdb-server</w:t>
      </w:r>
    </w:p>
    <w:p w14:paraId="2E33C8E3" w14:textId="77777777" w:rsidR="00DC5755" w:rsidRPr="009F7F88" w:rsidRDefault="00DC5755" w:rsidP="00DC5755">
      <w:pPr>
        <w:pStyle w:val="CMDOutput"/>
      </w:pPr>
      <w:r w:rsidRPr="009F7F88">
        <w:t xml:space="preserve">  213   213   213 ?        00:00:00   start_pox.sh</w:t>
      </w:r>
    </w:p>
    <w:p w14:paraId="13AE723A" w14:textId="77777777" w:rsidR="00DC5755" w:rsidRPr="009F7F88" w:rsidRDefault="00DC5755" w:rsidP="00DC5755">
      <w:pPr>
        <w:pStyle w:val="CMDOutput"/>
      </w:pPr>
      <w:r w:rsidRPr="009F7F88">
        <w:t xml:space="preserve">  224   213   213 ?        00:01:18     python2.7</w:t>
      </w:r>
    </w:p>
    <w:p w14:paraId="2660D2AB" w14:textId="77777777" w:rsidR="00DC5755" w:rsidRPr="009F7F88" w:rsidRDefault="00DC5755" w:rsidP="00DC5755">
      <w:pPr>
        <w:pStyle w:val="CMDOutput"/>
      </w:pPr>
      <w:r w:rsidRPr="009F7F88">
        <w:t xml:space="preserve">  214   214   214 ?        00:00:00   systemd-logind</w:t>
      </w:r>
    </w:p>
    <w:p w14:paraId="6B7EBB6A" w14:textId="77777777" w:rsidR="00DC5755" w:rsidRPr="009F7F88" w:rsidRDefault="00DC5755" w:rsidP="00DC5755">
      <w:pPr>
        <w:pStyle w:val="CMDOutput"/>
      </w:pPr>
      <w:r w:rsidRPr="009F7F88">
        <w:t xml:space="preserve">  216   216   216 ?        00:00:01   dbus-daemon</w:t>
      </w:r>
    </w:p>
    <w:p w14:paraId="77E8D4C7" w14:textId="77777777" w:rsidR="00DC5755" w:rsidRPr="009F7F88" w:rsidRDefault="00DC5755" w:rsidP="00DC5755">
      <w:pPr>
        <w:pStyle w:val="CMDOutput"/>
      </w:pPr>
      <w:r w:rsidRPr="009F7F88">
        <w:t xml:space="preserve">  221   221   221 ?        00:00:05   filebeat</w:t>
      </w:r>
    </w:p>
    <w:p w14:paraId="3A37DF7D" w14:textId="77777777" w:rsidR="00DC5755" w:rsidRPr="009F7F88" w:rsidRDefault="00DC5755" w:rsidP="00DC5755">
      <w:pPr>
        <w:pStyle w:val="CMDOutput"/>
      </w:pPr>
      <w:r w:rsidRPr="009F7F88">
        <w:t xml:space="preserve">  239   239   239 ?        00:00:05   VBoxService</w:t>
      </w:r>
    </w:p>
    <w:p w14:paraId="0C85885E" w14:textId="77777777" w:rsidR="00DC5755" w:rsidRPr="009F7F88" w:rsidRDefault="00DC5755" w:rsidP="00DC5755">
      <w:pPr>
        <w:pStyle w:val="CMDOutput"/>
      </w:pPr>
      <w:r w:rsidRPr="009F7F88">
        <w:lastRenderedPageBreak/>
        <w:t xml:space="preserve">  287   287   287 ?        00:00:00   ovs-vswitchd</w:t>
      </w:r>
    </w:p>
    <w:p w14:paraId="79CD3C56" w14:textId="77777777" w:rsidR="00DC5755" w:rsidRPr="009F7F88" w:rsidRDefault="00DC5755" w:rsidP="00DC5755">
      <w:pPr>
        <w:pStyle w:val="CMDOutput"/>
      </w:pPr>
      <w:r w:rsidRPr="009F7F88">
        <w:t xml:space="preserve">  382   382   382 ?        00:00:00   dhcpcd</w:t>
      </w:r>
    </w:p>
    <w:p w14:paraId="5190A64D" w14:textId="77777777" w:rsidR="00DC5755" w:rsidRPr="009F7F88" w:rsidRDefault="00DC5755" w:rsidP="00DC5755">
      <w:pPr>
        <w:pStyle w:val="CMDOutput"/>
      </w:pPr>
      <w:r w:rsidRPr="009F7F88">
        <w:t xml:space="preserve">  387   387   387 ?        00:00:00   lightdm</w:t>
      </w:r>
    </w:p>
    <w:p w14:paraId="3548C9F1" w14:textId="77777777" w:rsidR="00DC5755" w:rsidRPr="009F7F88" w:rsidRDefault="00DC5755" w:rsidP="00DC5755">
      <w:pPr>
        <w:pStyle w:val="CMDOutput"/>
      </w:pPr>
      <w:r w:rsidRPr="009F7F88">
        <w:t xml:space="preserve">  410   410   410 tty7     00:00:10     Xorg</w:t>
      </w:r>
    </w:p>
    <w:p w14:paraId="4477E097" w14:textId="77777777" w:rsidR="00DC5755" w:rsidRPr="009F7F88" w:rsidRDefault="00DC5755" w:rsidP="00DC5755">
      <w:pPr>
        <w:pStyle w:val="CMDOutput"/>
      </w:pPr>
      <w:r w:rsidRPr="009F7F88">
        <w:t xml:space="preserve">  460   387   387 ?        00:00:00     lightdm</w:t>
      </w:r>
    </w:p>
    <w:p w14:paraId="45EFE9FB" w14:textId="77777777" w:rsidR="00DC5755" w:rsidRPr="009F7F88" w:rsidRDefault="00DC5755" w:rsidP="00DC5755">
      <w:pPr>
        <w:pStyle w:val="CMDOutput"/>
      </w:pPr>
      <w:r w:rsidRPr="009F7F88">
        <w:t xml:space="preserve">  492   492   492 ?        00:00:00       sh</w:t>
      </w:r>
    </w:p>
    <w:p w14:paraId="1FF015F5" w14:textId="77777777" w:rsidR="00DC5755" w:rsidRPr="009F7F88" w:rsidRDefault="00DC5755" w:rsidP="00DC5755">
      <w:pPr>
        <w:pStyle w:val="CMDOutput"/>
      </w:pPr>
      <w:r w:rsidRPr="009F7F88">
        <w:t xml:space="preserve">  503   492   492 ?        00:00:00         xfce4-session</w:t>
      </w:r>
    </w:p>
    <w:p w14:paraId="58870E53" w14:textId="77777777" w:rsidR="00DC5755" w:rsidRPr="009F7F88" w:rsidRDefault="00DC5755" w:rsidP="00DC5755">
      <w:pPr>
        <w:pStyle w:val="CMDOutput"/>
      </w:pPr>
      <w:r w:rsidRPr="009F7F88">
        <w:t xml:space="preserve">  513   492   492 ?        00:00:00           xfwm4</w:t>
      </w:r>
    </w:p>
    <w:p w14:paraId="503D7A71" w14:textId="77777777" w:rsidR="00DC5755" w:rsidRPr="009F7F88" w:rsidRDefault="00DC5755" w:rsidP="00DC5755">
      <w:pPr>
        <w:pStyle w:val="CMDOutput"/>
      </w:pPr>
      <w:r w:rsidRPr="009F7F88">
        <w:t xml:space="preserve">  517   492   492 ?        00:00:00           Thunar</w:t>
      </w:r>
    </w:p>
    <w:p w14:paraId="618F174B" w14:textId="77777777" w:rsidR="00DC5755" w:rsidRPr="009F7F88" w:rsidRDefault="00DC5755" w:rsidP="00DC5755">
      <w:pPr>
        <w:pStyle w:val="CMDOutput"/>
      </w:pPr>
      <w:r w:rsidRPr="009F7F88">
        <w:t xml:space="preserve"> 1592   492   492 ?        00:00:00             thunar-volman</w:t>
      </w:r>
    </w:p>
    <w:p w14:paraId="497D74B5" w14:textId="77777777" w:rsidR="00DC5755" w:rsidRPr="009F7F88" w:rsidRDefault="00DC5755" w:rsidP="00DC5755">
      <w:pPr>
        <w:pStyle w:val="CMDOutput"/>
      </w:pPr>
      <w:r w:rsidRPr="009F7F88">
        <w:t xml:space="preserve">  519   492   492 ?        00:00:00           xfce4-panel</w:t>
      </w:r>
    </w:p>
    <w:p w14:paraId="6CF32323" w14:textId="77777777" w:rsidR="00DC5755" w:rsidRPr="009F7F88" w:rsidRDefault="00DC5755" w:rsidP="00DC5755">
      <w:pPr>
        <w:pStyle w:val="CMDOutput"/>
      </w:pPr>
      <w:r w:rsidRPr="009F7F88">
        <w:t xml:space="preserve">  554   492   492 ?        00:00:00             panel-6-systray</w:t>
      </w:r>
    </w:p>
    <w:p w14:paraId="4697D852" w14:textId="77777777" w:rsidR="00DC5755" w:rsidRPr="009F7F88" w:rsidRDefault="00DC5755" w:rsidP="00DC5755">
      <w:pPr>
        <w:pStyle w:val="CMDOutput"/>
      </w:pPr>
      <w:r w:rsidRPr="009F7F88">
        <w:t xml:space="preserve">  559   492   492 ?        00:00:00             panel-2-actions</w:t>
      </w:r>
    </w:p>
    <w:p w14:paraId="4A529D20" w14:textId="77777777" w:rsidR="00DC5755" w:rsidRPr="009F7F88" w:rsidRDefault="00DC5755" w:rsidP="00DC5755">
      <w:pPr>
        <w:pStyle w:val="CMDOutput"/>
      </w:pPr>
      <w:r w:rsidRPr="009F7F88">
        <w:t xml:space="preserve">  523   492   492 ?        00:00:01           xfdesktop</w:t>
      </w:r>
    </w:p>
    <w:p w14:paraId="5E62BE92" w14:textId="77777777" w:rsidR="00DC5755" w:rsidRPr="009F7F88" w:rsidRDefault="00DC5755" w:rsidP="00DC5755">
      <w:pPr>
        <w:pStyle w:val="CMDOutput"/>
      </w:pPr>
      <w:r w:rsidRPr="009F7F88">
        <w:t xml:space="preserve">  530   492   492 ?        00:00:00           polkit-gnome-au</w:t>
      </w:r>
    </w:p>
    <w:p w14:paraId="0D35E11A" w14:textId="77777777" w:rsidR="00DC5755" w:rsidRPr="00C17008" w:rsidRDefault="00DC5755" w:rsidP="00DC5755">
      <w:pPr>
        <w:pStyle w:val="CMDOutput"/>
      </w:pPr>
      <w:r w:rsidRPr="009F7F88">
        <w:t xml:space="preserve">  </w:t>
      </w:r>
      <w:r w:rsidRPr="00C17008">
        <w:rPr>
          <w:highlight w:val="yellow"/>
        </w:rPr>
        <w:t>395   395   395 ?        00:00:00   nginx</w:t>
      </w:r>
    </w:p>
    <w:p w14:paraId="670951CC" w14:textId="77777777" w:rsidR="00DC5755" w:rsidRPr="009F7F88" w:rsidRDefault="00DC5755" w:rsidP="00DC5755">
      <w:pPr>
        <w:pStyle w:val="CMDOutput"/>
      </w:pPr>
      <w:r w:rsidRPr="00C17008">
        <w:rPr>
          <w:highlight w:val="yellow"/>
        </w:rPr>
        <w:t xml:space="preserve">  396   395   395 ?        00:00:00     nginx</w:t>
      </w:r>
    </w:p>
    <w:p w14:paraId="6B93F784" w14:textId="77777777" w:rsidR="00DC5755" w:rsidRPr="009F7F88" w:rsidRDefault="00DC5755" w:rsidP="00DC5755">
      <w:pPr>
        <w:pStyle w:val="CMDOutput"/>
      </w:pPr>
      <w:r w:rsidRPr="009F7F88">
        <w:t xml:space="preserve">  408   384   384 ?        00:01:58   java</w:t>
      </w:r>
    </w:p>
    <w:p w14:paraId="268B7F30" w14:textId="77777777" w:rsidR="00DC5755" w:rsidRPr="009F7F88" w:rsidRDefault="00DC5755" w:rsidP="00DC5755">
      <w:pPr>
        <w:pStyle w:val="CMDOutput"/>
      </w:pPr>
      <w:r w:rsidRPr="009F7F88">
        <w:t xml:space="preserve">  414   414   414 ?        00:00:00   accounts-daemon</w:t>
      </w:r>
    </w:p>
    <w:p w14:paraId="509B0E35" w14:textId="77777777" w:rsidR="00DC5755" w:rsidRPr="009F7F88" w:rsidRDefault="00DC5755" w:rsidP="00DC5755">
      <w:pPr>
        <w:pStyle w:val="CMDOutput"/>
      </w:pPr>
      <w:r w:rsidRPr="009F7F88">
        <w:t xml:space="preserve">  418   418   418 ?        00:00:00   polkitd</w:t>
      </w:r>
    </w:p>
    <w:p w14:paraId="677CE2D0" w14:textId="77777777" w:rsidR="00DC5755" w:rsidRPr="009F7F88" w:rsidRDefault="00DC5755" w:rsidP="00DC5755">
      <w:pPr>
        <w:pStyle w:val="CMDOutput"/>
      </w:pPr>
      <w:r>
        <w:t>&lt;some output omitted&gt;</w:t>
      </w:r>
    </w:p>
    <w:p w14:paraId="44D70562" w14:textId="77777777" w:rsidR="00AA3721" w:rsidRDefault="00AA3721" w:rsidP="00AA3721">
      <w:pPr>
        <w:pStyle w:val="Heading4"/>
      </w:pPr>
      <w:r>
        <w:t>Question</w:t>
      </w:r>
    </w:p>
    <w:p w14:paraId="3D16446B" w14:textId="606604E7" w:rsidR="00DC5755" w:rsidRPr="00AA3721" w:rsidRDefault="00DC5755" w:rsidP="00AA3721">
      <w:pPr>
        <w:pStyle w:val="BodyTextL50"/>
        <w:spacing w:before="0"/>
      </w:pPr>
      <w:r w:rsidRPr="00AA3721">
        <w:t xml:space="preserve">How is the process hierarchy represented by </w:t>
      </w:r>
      <w:r w:rsidRPr="00AA3721">
        <w:rPr>
          <w:b/>
          <w:bCs/>
        </w:rPr>
        <w:t>ps</w:t>
      </w:r>
      <w:r w:rsidRPr="00AA3721">
        <w:t>?</w:t>
      </w:r>
    </w:p>
    <w:p w14:paraId="1A4B8435" w14:textId="4F7D855E" w:rsidR="00DC5755" w:rsidRPr="00AA3721" w:rsidRDefault="00AA3721" w:rsidP="005C155C">
      <w:pPr>
        <w:pStyle w:val="AnswerLineL50"/>
        <w:spacing w:after="240"/>
        <w:rPr>
          <w:rStyle w:val="AnswerGray"/>
          <w:b/>
          <w:shd w:val="clear" w:color="auto" w:fill="auto"/>
        </w:rPr>
      </w:pPr>
      <w:r w:rsidRPr="00AA3721">
        <w:rPr>
          <w:rStyle w:val="AnswerGray"/>
          <w:b/>
          <w:shd w:val="clear" w:color="auto" w:fill="auto"/>
        </w:rPr>
        <w:t>Type your answers here.</w:t>
      </w:r>
    </w:p>
    <w:p w14:paraId="5E1B95BB" w14:textId="77777777" w:rsidR="00DC5755" w:rsidRPr="009F7F88" w:rsidRDefault="00DC5755" w:rsidP="00DC5755">
      <w:pPr>
        <w:pStyle w:val="BodyTextL50"/>
      </w:pPr>
      <w:r>
        <w:rPr>
          <w:rStyle w:val="AnswerGray"/>
        </w:rPr>
        <w:t>Through indentation.</w:t>
      </w:r>
    </w:p>
    <w:p w14:paraId="634C14C7" w14:textId="77777777" w:rsidR="00DC5755" w:rsidRDefault="00DC5755" w:rsidP="00DC5755">
      <w:pPr>
        <w:pStyle w:val="SubStepAlpha"/>
      </w:pPr>
      <w:r>
        <w:t xml:space="preserve">As mentioned before, servers are essentially programs, often started by the system itself at boot time. The task performed by a server is called a </w:t>
      </w:r>
      <w:r>
        <w:rPr>
          <w:i/>
        </w:rPr>
        <w:t>service.</w:t>
      </w:r>
      <w:r>
        <w:t xml:space="preserve"> In such fashion, a web server provides web services.</w:t>
      </w:r>
    </w:p>
    <w:p w14:paraId="78C5FB12" w14:textId="77777777" w:rsidR="00DC5755" w:rsidRDefault="00DC5755" w:rsidP="00DC5755">
      <w:pPr>
        <w:pStyle w:val="BodyTextL50"/>
      </w:pPr>
      <w:r>
        <w:t xml:space="preserve">The </w:t>
      </w:r>
      <w:r w:rsidRPr="00D80083">
        <w:rPr>
          <w:b/>
        </w:rPr>
        <w:t xml:space="preserve">netstat </w:t>
      </w:r>
      <w:r>
        <w:t>command is a great tool to help identify the network servers running on a computer. The power of</w:t>
      </w:r>
      <w:r w:rsidRPr="00D80083">
        <w:rPr>
          <w:b/>
        </w:rPr>
        <w:t xml:space="preserve"> netstat</w:t>
      </w:r>
      <w:r>
        <w:t xml:space="preserve"> lies on its ability to display network connections.</w:t>
      </w:r>
    </w:p>
    <w:p w14:paraId="5E3DC724" w14:textId="77777777" w:rsidR="00DC5755" w:rsidRPr="009C6AC7" w:rsidRDefault="00DC5755" w:rsidP="00DC5755">
      <w:pPr>
        <w:pStyle w:val="BodyTextL50"/>
      </w:pPr>
      <w:r>
        <w:rPr>
          <w:b/>
        </w:rPr>
        <w:t>Note</w:t>
      </w:r>
      <w:r>
        <w:t>: Your output maybe different depending on the number of open network connections on your VM.</w:t>
      </w:r>
    </w:p>
    <w:p w14:paraId="030D959C" w14:textId="77777777" w:rsidR="00DC5755" w:rsidRDefault="00DC5755" w:rsidP="00DC5755">
      <w:pPr>
        <w:pStyle w:val="BodyTextL50"/>
      </w:pPr>
      <w:r>
        <w:t xml:space="preserve">In the terminal window, type </w:t>
      </w:r>
      <w:r w:rsidRPr="00D80083">
        <w:rPr>
          <w:b/>
        </w:rPr>
        <w:t>netstat</w:t>
      </w:r>
      <w:r>
        <w:t>.</w:t>
      </w:r>
    </w:p>
    <w:p w14:paraId="3B3139DE" w14:textId="77777777" w:rsidR="00DC5755" w:rsidRDefault="00DC5755" w:rsidP="00DC5755">
      <w:pPr>
        <w:pStyle w:val="CMD"/>
      </w:pPr>
      <w:r w:rsidRPr="000E0890">
        <w:t xml:space="preserve">[analyst@secOps </w:t>
      </w:r>
      <w:r>
        <w:t>~</w:t>
      </w:r>
      <w:r w:rsidRPr="000E0890">
        <w:t xml:space="preserve">]$ </w:t>
      </w:r>
      <w:r w:rsidRPr="00D80083">
        <w:rPr>
          <w:b/>
        </w:rPr>
        <w:t>netstat</w:t>
      </w:r>
    </w:p>
    <w:p w14:paraId="6A85DC54" w14:textId="77777777" w:rsidR="00DC5755" w:rsidRPr="00B60885" w:rsidRDefault="00DC5755" w:rsidP="00DC5755">
      <w:pPr>
        <w:pStyle w:val="CMDOutput"/>
      </w:pPr>
      <w:r w:rsidRPr="00B60885">
        <w:t>Active Internet connections (w/o servers)</w:t>
      </w:r>
    </w:p>
    <w:p w14:paraId="2C627BD3" w14:textId="77777777" w:rsidR="00DC5755" w:rsidRPr="00B60885" w:rsidRDefault="00DC5755" w:rsidP="00DC5755">
      <w:pPr>
        <w:pStyle w:val="CMDOutput"/>
      </w:pPr>
      <w:r w:rsidRPr="00B60885">
        <w:t xml:space="preserve">Proto Recv-Q Send-Q Local Address           Foreign Address         State      </w:t>
      </w:r>
    </w:p>
    <w:p w14:paraId="59352A6A" w14:textId="77777777" w:rsidR="00DC5755" w:rsidRPr="00B60885" w:rsidRDefault="00DC5755" w:rsidP="00DC5755">
      <w:pPr>
        <w:pStyle w:val="CMDOutput"/>
      </w:pPr>
      <w:r w:rsidRPr="00B60885">
        <w:t>tcp        0      0 localhost.localdo:48746 localhost.local:wap-wsp ESTABLISHED</w:t>
      </w:r>
    </w:p>
    <w:p w14:paraId="67A8F966" w14:textId="77777777" w:rsidR="00DC5755" w:rsidRPr="00B60885" w:rsidRDefault="00DC5755" w:rsidP="00DC5755">
      <w:pPr>
        <w:pStyle w:val="CMDOutput"/>
      </w:pPr>
      <w:r w:rsidRPr="00B60885">
        <w:t>tcp        0      0 localhost.localdo:48748 localhost.local:wap-wsp ESTABLISHED</w:t>
      </w:r>
    </w:p>
    <w:p w14:paraId="5874B68A" w14:textId="77777777" w:rsidR="00DC5755" w:rsidRPr="00B60885" w:rsidRDefault="00DC5755" w:rsidP="00DC5755">
      <w:pPr>
        <w:pStyle w:val="CMDOutput"/>
      </w:pPr>
      <w:r w:rsidRPr="00B60885">
        <w:t>tcp6       0      0 localhost.local:wap-wsp localhost.localdo:48748 ESTABLISHED</w:t>
      </w:r>
    </w:p>
    <w:p w14:paraId="108BA8F9" w14:textId="77777777" w:rsidR="00DC5755" w:rsidRPr="00B60885" w:rsidRDefault="00DC5755" w:rsidP="00DC5755">
      <w:pPr>
        <w:pStyle w:val="CMDOutput"/>
      </w:pPr>
      <w:r w:rsidRPr="00B60885">
        <w:t>tcp6       0      0 localhost.local:wap-wsp localhost.localdo:48746 ESTABLISHED</w:t>
      </w:r>
    </w:p>
    <w:p w14:paraId="58DE0DF4" w14:textId="77777777" w:rsidR="00DC5755" w:rsidRPr="00B60885" w:rsidRDefault="00DC5755" w:rsidP="00DC5755">
      <w:pPr>
        <w:pStyle w:val="CMDOutput"/>
      </w:pPr>
      <w:r w:rsidRPr="00B60885">
        <w:t>tcp6       0      0 localhost.local:wap-wsp localhost.localdo:48744 ESTABLISHED</w:t>
      </w:r>
    </w:p>
    <w:p w14:paraId="59CA3E01" w14:textId="77777777" w:rsidR="00DC5755" w:rsidRPr="00B60885" w:rsidRDefault="00DC5755" w:rsidP="00DC5755">
      <w:pPr>
        <w:pStyle w:val="CMDOutput"/>
      </w:pPr>
      <w:r w:rsidRPr="00B60885">
        <w:t>tcp6       0      0 localhost.localdo:48744 localhost.local:wap-wsp ESTABLISHED</w:t>
      </w:r>
    </w:p>
    <w:p w14:paraId="3EB98993" w14:textId="77777777" w:rsidR="00DC5755" w:rsidRDefault="00DC5755" w:rsidP="00DC5755">
      <w:pPr>
        <w:pStyle w:val="CMDOutput"/>
      </w:pPr>
      <w:r>
        <w:t>Active UNIX domain sockets (w/o servers)</w:t>
      </w:r>
    </w:p>
    <w:p w14:paraId="6EDFA4BE" w14:textId="77777777" w:rsidR="00DC5755" w:rsidRDefault="00DC5755" w:rsidP="00DC5755">
      <w:pPr>
        <w:pStyle w:val="CMDOutput"/>
      </w:pPr>
      <w:r>
        <w:t>Proto RefCnt Flags       Type       State         I-Node   Path</w:t>
      </w:r>
    </w:p>
    <w:p w14:paraId="14BFECC9" w14:textId="77777777" w:rsidR="00DC5755" w:rsidRDefault="00DC5755" w:rsidP="00DC5755">
      <w:pPr>
        <w:pStyle w:val="CMDOutput"/>
      </w:pPr>
      <w:r>
        <w:t>unix  3      [ ]         DGRAM                    8472     /run/systemd/notify</w:t>
      </w:r>
    </w:p>
    <w:p w14:paraId="21EB93E4" w14:textId="77777777" w:rsidR="00DC5755" w:rsidRPr="009F7F88" w:rsidRDefault="00DC5755" w:rsidP="00DC5755">
      <w:pPr>
        <w:pStyle w:val="CMDOutput"/>
      </w:pPr>
      <w:r>
        <w:t>unix  2      [ ]         DGRAM                    8474     /run/systemd/cgroups-agent&lt;some output omitted&gt;</w:t>
      </w:r>
    </w:p>
    <w:p w14:paraId="6595667F" w14:textId="77777777" w:rsidR="00DC5755" w:rsidRDefault="00DC5755" w:rsidP="00DC5755">
      <w:pPr>
        <w:pStyle w:val="BodyTextL50"/>
      </w:pPr>
      <w:r>
        <w:t xml:space="preserve">As seen above, </w:t>
      </w:r>
      <w:r w:rsidRPr="00D80083">
        <w:rPr>
          <w:b/>
        </w:rPr>
        <w:t>netstat</w:t>
      </w:r>
      <w:r>
        <w:t xml:space="preserve"> returns lots of information when used without options. Many options can be used to filter and format the output of </w:t>
      </w:r>
      <w:r w:rsidRPr="00D80083">
        <w:rPr>
          <w:b/>
        </w:rPr>
        <w:t>netstat</w:t>
      </w:r>
      <w:r>
        <w:t>, making it more useful.</w:t>
      </w:r>
    </w:p>
    <w:p w14:paraId="2F89F9B8" w14:textId="77777777" w:rsidR="00DC5755" w:rsidRDefault="00DC5755" w:rsidP="00DC5755">
      <w:pPr>
        <w:pStyle w:val="SubStepAlpha"/>
      </w:pPr>
      <w:r>
        <w:lastRenderedPageBreak/>
        <w:t xml:space="preserve">Use </w:t>
      </w:r>
      <w:r w:rsidRPr="00A12131">
        <w:rPr>
          <w:b/>
        </w:rPr>
        <w:t>netstat</w:t>
      </w:r>
      <w:r>
        <w:t xml:space="preserve"> with the </w:t>
      </w:r>
      <w:r w:rsidRPr="00A12131">
        <w:rPr>
          <w:b/>
        </w:rPr>
        <w:t xml:space="preserve">–tunap </w:t>
      </w:r>
      <w:r>
        <w:t xml:space="preserve">options to adjust the output of </w:t>
      </w:r>
      <w:r w:rsidRPr="00A12131">
        <w:rPr>
          <w:b/>
        </w:rPr>
        <w:t>netstat</w:t>
      </w:r>
      <w:r w:rsidRPr="00A12131">
        <w:t>.</w:t>
      </w:r>
      <w:r>
        <w:rPr>
          <w:rFonts w:ascii="Courier New" w:hAnsi="Courier New" w:cs="Courier New"/>
          <w:b/>
        </w:rPr>
        <w:t xml:space="preserve"> </w:t>
      </w:r>
      <w:r w:rsidRPr="00FD38BB">
        <w:t>Notice that</w:t>
      </w:r>
      <w:r w:rsidRPr="00A12131">
        <w:rPr>
          <w:b/>
        </w:rPr>
        <w:t xml:space="preserve"> netstat</w:t>
      </w:r>
      <w:r w:rsidRPr="00FD38BB">
        <w:t xml:space="preserve"> allows multiple options to be grouped together under the same “</w:t>
      </w:r>
      <w:r w:rsidRPr="00B019B7">
        <w:rPr>
          <w:b/>
        </w:rPr>
        <w:t>-</w:t>
      </w:r>
      <w:r>
        <w:t>“ sign.</w:t>
      </w:r>
    </w:p>
    <w:p w14:paraId="5B3DCAAE" w14:textId="77777777" w:rsidR="00DC5755" w:rsidRDefault="00DC5755" w:rsidP="00DC5755">
      <w:pPr>
        <w:pStyle w:val="BodyTextL50"/>
      </w:pPr>
      <w:r>
        <w:t>The information for the nginx server is highlighted.</w:t>
      </w:r>
    </w:p>
    <w:p w14:paraId="6C954FF2" w14:textId="77777777" w:rsidR="00DC5755" w:rsidRPr="00A12131" w:rsidRDefault="00DC5755" w:rsidP="00DC5755">
      <w:pPr>
        <w:pStyle w:val="CMD"/>
      </w:pPr>
      <w:r w:rsidRPr="00A12131">
        <w:t xml:space="preserve">[analyst@secOps ~]$ </w:t>
      </w:r>
      <w:r w:rsidRPr="00A12131">
        <w:rPr>
          <w:b/>
        </w:rPr>
        <w:t>sudo netstat -tunap</w:t>
      </w:r>
    </w:p>
    <w:p w14:paraId="3728F5D8" w14:textId="77777777" w:rsidR="00DC5755" w:rsidRPr="00A12131" w:rsidRDefault="00DC5755" w:rsidP="00DC5755">
      <w:pPr>
        <w:pStyle w:val="CMDOutput"/>
      </w:pPr>
      <w:r w:rsidRPr="00A12131">
        <w:t xml:space="preserve">[sudo] password for analyst: </w:t>
      </w:r>
    </w:p>
    <w:p w14:paraId="396C2DEB" w14:textId="77777777" w:rsidR="00DC5755" w:rsidRPr="0051744F" w:rsidRDefault="00DC5755" w:rsidP="00DC5755">
      <w:pPr>
        <w:pStyle w:val="CMDOutput"/>
      </w:pPr>
      <w:r w:rsidRPr="0051744F">
        <w:t>Active Internet connections (servers and established)</w:t>
      </w:r>
    </w:p>
    <w:p w14:paraId="062A7108" w14:textId="77777777" w:rsidR="00DC5755" w:rsidRDefault="00DC5755" w:rsidP="00DC5755">
      <w:pPr>
        <w:pStyle w:val="CMDOutput"/>
      </w:pPr>
      <w:r w:rsidRPr="0051744F">
        <w:t xml:space="preserve">Proto Recv-Q Send-Q Local Address           Foreign Address         State       PID/Program name  </w:t>
      </w:r>
    </w:p>
    <w:p w14:paraId="253EFF86" w14:textId="77777777" w:rsidR="00DC5755" w:rsidRPr="0051744F" w:rsidRDefault="00DC5755" w:rsidP="00DC5755">
      <w:pPr>
        <w:pStyle w:val="CMDOutput"/>
      </w:pPr>
      <w:r w:rsidRPr="0051744F">
        <w:t xml:space="preserve">tcp        0      0 0.0.0.0:6633            0.0.0.0:*               LISTEN      257/python2.7         </w:t>
      </w:r>
    </w:p>
    <w:p w14:paraId="7CDD7352" w14:textId="77777777" w:rsidR="00DC5755" w:rsidRPr="0051744F" w:rsidRDefault="00DC5755" w:rsidP="00DC5755">
      <w:pPr>
        <w:pStyle w:val="CMDOutput"/>
      </w:pPr>
      <w:r w:rsidRPr="00C17008">
        <w:rPr>
          <w:highlight w:val="yellow"/>
        </w:rPr>
        <w:t xml:space="preserve">tcp        0      0 0.0.0.0:80              0.0.0.0:*               LISTEN      </w:t>
      </w:r>
      <w:r>
        <w:rPr>
          <w:highlight w:val="yellow"/>
        </w:rPr>
        <w:t>395</w:t>
      </w:r>
      <w:r w:rsidRPr="00C17008">
        <w:rPr>
          <w:highlight w:val="yellow"/>
        </w:rPr>
        <w:t>/nginx: master</w:t>
      </w:r>
      <w:r w:rsidRPr="0051744F">
        <w:t xml:space="preserve"> </w:t>
      </w:r>
    </w:p>
    <w:p w14:paraId="569E011B" w14:textId="77777777" w:rsidR="00DC5755" w:rsidRPr="0051744F" w:rsidRDefault="00DC5755" w:rsidP="00DC5755">
      <w:pPr>
        <w:pStyle w:val="CMDOutput"/>
      </w:pPr>
      <w:r w:rsidRPr="0051744F">
        <w:t xml:space="preserve">tcp        0      0 0.0.0.0:21              0.0.0.0:*               LISTEN      279/vsftpd          </w:t>
      </w:r>
    </w:p>
    <w:p w14:paraId="069D4D71" w14:textId="77777777" w:rsidR="00DC5755" w:rsidRPr="0051744F" w:rsidRDefault="00DC5755" w:rsidP="00DC5755">
      <w:pPr>
        <w:pStyle w:val="CMDOutput"/>
      </w:pPr>
      <w:r w:rsidRPr="0051744F">
        <w:t>tcp        0      0 0.0.0.0:22              0.0.0.0:*               LISTEN      277/sshd</w:t>
      </w:r>
      <w:r>
        <w:t>: /usr/bin</w:t>
      </w:r>
      <w:r w:rsidRPr="0051744F">
        <w:t xml:space="preserve">            </w:t>
      </w:r>
    </w:p>
    <w:p w14:paraId="5BB0995A" w14:textId="77777777" w:rsidR="00DC5755" w:rsidRPr="0051744F" w:rsidRDefault="00DC5755" w:rsidP="00DC5755">
      <w:pPr>
        <w:pStyle w:val="CMDOutput"/>
      </w:pPr>
      <w:r w:rsidRPr="0051744F">
        <w:t>tcp6       0      0 :::22                   :::*                    LISTEN      277/sshd</w:t>
      </w:r>
      <w:r>
        <w:t>: /usr/bin</w:t>
      </w:r>
      <w:r w:rsidRPr="0051744F">
        <w:t xml:space="preserve">              </w:t>
      </w:r>
    </w:p>
    <w:p w14:paraId="20F7FF78" w14:textId="77777777" w:rsidR="00DC5755" w:rsidRDefault="00DC5755" w:rsidP="00DC5755">
      <w:pPr>
        <w:pStyle w:val="BodyTextL50"/>
        <w:rPr>
          <w:rFonts w:ascii="Courier New" w:hAnsi="Courier New"/>
          <w:sz w:val="18"/>
        </w:rPr>
      </w:pPr>
      <w:r w:rsidRPr="0051744F">
        <w:rPr>
          <w:rFonts w:ascii="Courier New" w:hAnsi="Courier New"/>
          <w:sz w:val="18"/>
        </w:rPr>
        <w:t xml:space="preserve">udp        0      0 192.168.1.15:68         0.0.0.0:*               </w:t>
      </w:r>
      <w:r>
        <w:rPr>
          <w:rFonts w:ascii="Courier New" w:hAnsi="Courier New"/>
          <w:sz w:val="18"/>
        </w:rPr>
        <w:t xml:space="preserve">            237/systemd-network</w:t>
      </w:r>
    </w:p>
    <w:p w14:paraId="343B6391" w14:textId="77777777" w:rsidR="00AA3721" w:rsidRDefault="00AA3721" w:rsidP="00AA3721">
      <w:pPr>
        <w:pStyle w:val="Heading4"/>
      </w:pPr>
      <w:r>
        <w:t>Question:</w:t>
      </w:r>
    </w:p>
    <w:p w14:paraId="6510560A" w14:textId="4F315FF7" w:rsidR="00DC5755" w:rsidRPr="00A12131" w:rsidRDefault="00DC5755" w:rsidP="00AA3721">
      <w:pPr>
        <w:pStyle w:val="BodyTextL50"/>
        <w:keepNext/>
        <w:spacing w:before="0"/>
      </w:pPr>
      <w:r w:rsidRPr="00A12131">
        <w:t xml:space="preserve">What is the meaning of the </w:t>
      </w:r>
      <w:r w:rsidRPr="00A12131">
        <w:rPr>
          <w:b/>
        </w:rPr>
        <w:t>–t</w:t>
      </w:r>
      <w:r w:rsidRPr="00A12131">
        <w:t xml:space="preserve">, </w:t>
      </w:r>
      <w:r w:rsidRPr="00A12131">
        <w:rPr>
          <w:b/>
        </w:rPr>
        <w:t>-u</w:t>
      </w:r>
      <w:r w:rsidRPr="00A12131">
        <w:t xml:space="preserve">, </w:t>
      </w:r>
      <w:r w:rsidRPr="00A12131">
        <w:rPr>
          <w:b/>
        </w:rPr>
        <w:t>–n</w:t>
      </w:r>
      <w:r w:rsidRPr="00A12131">
        <w:t>,</w:t>
      </w:r>
      <w:r w:rsidRPr="00A12131">
        <w:rPr>
          <w:b/>
        </w:rPr>
        <w:t xml:space="preserve"> –a</w:t>
      </w:r>
      <w:r w:rsidRPr="00A12131">
        <w:t xml:space="preserve"> and </w:t>
      </w:r>
      <w:r w:rsidRPr="00A12131">
        <w:rPr>
          <w:b/>
        </w:rPr>
        <w:t>–p</w:t>
      </w:r>
      <w:r w:rsidRPr="00A12131">
        <w:t xml:space="preserve"> options in </w:t>
      </w:r>
      <w:r w:rsidRPr="00A12131">
        <w:rPr>
          <w:b/>
        </w:rPr>
        <w:t>netstat</w:t>
      </w:r>
      <w:r w:rsidRPr="00A12131">
        <w:t xml:space="preserve">? (use </w:t>
      </w:r>
      <w:r w:rsidRPr="00A12131">
        <w:rPr>
          <w:b/>
        </w:rPr>
        <w:t>man netstat</w:t>
      </w:r>
      <w:r w:rsidRPr="00A12131">
        <w:t xml:space="preserve"> to answer)</w:t>
      </w:r>
    </w:p>
    <w:p w14:paraId="412501B6" w14:textId="6158DFE4" w:rsidR="00DC5755" w:rsidRPr="00AA3721" w:rsidRDefault="00AA3721" w:rsidP="00AA3721">
      <w:pPr>
        <w:pStyle w:val="AnswerLineL50"/>
      </w:pPr>
      <w:r w:rsidRPr="00AA3721">
        <w:t>Type your answers here.</w:t>
      </w:r>
    </w:p>
    <w:p w14:paraId="43BF7431" w14:textId="77777777" w:rsidR="00DC5755" w:rsidRDefault="00DC5755" w:rsidP="00DC5755">
      <w:pPr>
        <w:pStyle w:val="BodyTextL50"/>
        <w:rPr>
          <w:rStyle w:val="AnswerGray"/>
        </w:rPr>
      </w:pPr>
      <w:r w:rsidRPr="00A12131">
        <w:rPr>
          <w:rStyle w:val="AnswerGray"/>
        </w:rPr>
        <w:t>-a</w:t>
      </w:r>
      <w:r>
        <w:rPr>
          <w:rStyle w:val="AnswerGray"/>
        </w:rPr>
        <w:t xml:space="preserve">: shows both listen and non-listening sockets. </w:t>
      </w:r>
      <w:r w:rsidRPr="00A12131">
        <w:rPr>
          <w:rStyle w:val="AnswerGray"/>
        </w:rPr>
        <w:t>-n</w:t>
      </w:r>
      <w:r>
        <w:rPr>
          <w:rStyle w:val="AnswerGray"/>
        </w:rPr>
        <w:t xml:space="preserve">: use numeric output (no DNS, service port or username resolution), </w:t>
      </w:r>
      <w:r w:rsidRPr="00A12131">
        <w:rPr>
          <w:rStyle w:val="AnswerGray"/>
        </w:rPr>
        <w:t>-p</w:t>
      </w:r>
      <w:r>
        <w:rPr>
          <w:rStyle w:val="AnswerGray"/>
        </w:rPr>
        <w:t xml:space="preserve">: show the PID of the connection owner process. </w:t>
      </w:r>
      <w:r w:rsidRPr="00A12131">
        <w:rPr>
          <w:rStyle w:val="AnswerGray"/>
        </w:rPr>
        <w:t>-t</w:t>
      </w:r>
      <w:r>
        <w:rPr>
          <w:rStyle w:val="AnswerGray"/>
        </w:rPr>
        <w:t xml:space="preserve">: shows TCP connections. </w:t>
      </w:r>
      <w:r w:rsidRPr="00A12131">
        <w:rPr>
          <w:rStyle w:val="AnswerGray"/>
        </w:rPr>
        <w:t>–u</w:t>
      </w:r>
      <w:r>
        <w:rPr>
          <w:rStyle w:val="AnswerGray"/>
        </w:rPr>
        <w:t xml:space="preserve">: shows UDP connections </w:t>
      </w:r>
    </w:p>
    <w:p w14:paraId="22D943CF" w14:textId="77777777" w:rsidR="00DC5755" w:rsidRPr="00AA3721" w:rsidRDefault="00DC5755" w:rsidP="00AA3721">
      <w:pPr>
        <w:pStyle w:val="BodyTextL50"/>
      </w:pPr>
      <w:r w:rsidRPr="00AA3721">
        <w:t xml:space="preserve">Is the order of the options important to </w:t>
      </w:r>
      <w:r w:rsidRPr="00AA3721">
        <w:rPr>
          <w:b/>
          <w:bCs/>
        </w:rPr>
        <w:t>netstat</w:t>
      </w:r>
      <w:r w:rsidRPr="00AA3721">
        <w:t>?</w:t>
      </w:r>
    </w:p>
    <w:p w14:paraId="040B2509" w14:textId="2D1866F1" w:rsidR="00DC5755" w:rsidRPr="00AA3721" w:rsidRDefault="00AA3721" w:rsidP="005C155C">
      <w:pPr>
        <w:pStyle w:val="AnswerLineL50"/>
        <w:spacing w:after="240"/>
      </w:pPr>
      <w:r w:rsidRPr="00AA3721">
        <w:t>Type your answer here.</w:t>
      </w:r>
    </w:p>
    <w:p w14:paraId="3A986CAA" w14:textId="77777777" w:rsidR="00DC5755" w:rsidRPr="00A12131" w:rsidRDefault="00DC5755" w:rsidP="00DC5755">
      <w:pPr>
        <w:pStyle w:val="SubStepAlpha"/>
        <w:numPr>
          <w:ilvl w:val="0"/>
          <w:numId w:val="0"/>
        </w:numPr>
        <w:ind w:left="720"/>
        <w:rPr>
          <w:shd w:val="clear" w:color="auto" w:fill="BFBFBF"/>
        </w:rPr>
      </w:pPr>
      <w:r>
        <w:rPr>
          <w:rStyle w:val="AnswerGray"/>
        </w:rPr>
        <w:t>No, the option order is irrelevant.</w:t>
      </w:r>
    </w:p>
    <w:p w14:paraId="048D778C" w14:textId="77777777" w:rsidR="00DC5755" w:rsidRDefault="00DC5755" w:rsidP="00DC5755">
      <w:pPr>
        <w:pStyle w:val="BodyTextL50"/>
      </w:pPr>
      <w:r w:rsidRPr="00B93867">
        <w:t>Clients will connect to a port and</w:t>
      </w:r>
      <w:r>
        <w:t>,</w:t>
      </w:r>
      <w:r w:rsidRPr="00B93867">
        <w:t xml:space="preserve"> using the correct protocol</w:t>
      </w:r>
      <w:r>
        <w:t>,</w:t>
      </w:r>
      <w:r w:rsidRPr="00B93867">
        <w:t xml:space="preserve"> request information from a server. The </w:t>
      </w:r>
      <w:r w:rsidRPr="00A12131">
        <w:rPr>
          <w:b/>
        </w:rPr>
        <w:t>netstat</w:t>
      </w:r>
      <w:r w:rsidRPr="00B93867">
        <w:t xml:space="preserve"> output above displays a number of services that are currently listening on specific ports</w:t>
      </w:r>
      <w:r>
        <w:t>. Interesting columns are:</w:t>
      </w:r>
    </w:p>
    <w:p w14:paraId="422FFBC5" w14:textId="77777777" w:rsidR="00DC5755" w:rsidRDefault="00DC5755" w:rsidP="00DC5755">
      <w:pPr>
        <w:pStyle w:val="Bulletlevel2"/>
        <w:numPr>
          <w:ilvl w:val="1"/>
          <w:numId w:val="1"/>
        </w:numPr>
        <w:spacing w:before="60" w:after="60" w:line="276" w:lineRule="auto"/>
      </w:pPr>
      <w:r w:rsidRPr="00B93867">
        <w:t xml:space="preserve">The first column shows the </w:t>
      </w:r>
      <w:r>
        <w:t>L</w:t>
      </w:r>
      <w:r w:rsidRPr="00B93867">
        <w:t>ayer 4 protocol in</w:t>
      </w:r>
      <w:r>
        <w:t xml:space="preserve"> use (UDP or TCP, in this case).</w:t>
      </w:r>
    </w:p>
    <w:p w14:paraId="45DA7A1A" w14:textId="77777777" w:rsidR="00DC5755" w:rsidRDefault="00DC5755" w:rsidP="00DC5755">
      <w:pPr>
        <w:pStyle w:val="Bulletlevel2"/>
        <w:numPr>
          <w:ilvl w:val="1"/>
          <w:numId w:val="1"/>
        </w:numPr>
        <w:spacing w:before="60" w:after="60" w:line="276" w:lineRule="auto"/>
      </w:pPr>
      <w:r>
        <w:t xml:space="preserve">The third column uses the </w:t>
      </w:r>
      <w:r w:rsidRPr="00B93867">
        <w:rPr>
          <w:b/>
        </w:rPr>
        <w:t>&lt;</w:t>
      </w:r>
      <w:r>
        <w:rPr>
          <w:b/>
        </w:rPr>
        <w:t>ADDRESS</w:t>
      </w:r>
      <w:r w:rsidRPr="00B93867">
        <w:rPr>
          <w:b/>
        </w:rPr>
        <w:t>:</w:t>
      </w:r>
      <w:r>
        <w:rPr>
          <w:b/>
        </w:rPr>
        <w:t>PORT</w:t>
      </w:r>
      <w:r w:rsidRPr="00B93867">
        <w:rPr>
          <w:b/>
        </w:rPr>
        <w:t>&gt;</w:t>
      </w:r>
      <w:r>
        <w:t xml:space="preserve"> format to display the local IP address and port on which a specific server is reachable. The IP address 0.0.0.0 signifies that the server is currently listening on all IP addresses configured in the computer.</w:t>
      </w:r>
    </w:p>
    <w:p w14:paraId="698B0080" w14:textId="77777777" w:rsidR="00DC5755" w:rsidRDefault="00DC5755" w:rsidP="00DC5755">
      <w:pPr>
        <w:pStyle w:val="Bulletlevel2"/>
        <w:numPr>
          <w:ilvl w:val="1"/>
          <w:numId w:val="1"/>
        </w:numPr>
        <w:spacing w:before="60" w:after="60" w:line="276" w:lineRule="auto"/>
      </w:pPr>
      <w:r>
        <w:t xml:space="preserve">The fourth column uses the same socket format </w:t>
      </w:r>
      <w:r w:rsidRPr="00B93867">
        <w:rPr>
          <w:b/>
        </w:rPr>
        <w:t>&lt;</w:t>
      </w:r>
      <w:r>
        <w:rPr>
          <w:b/>
        </w:rPr>
        <w:t>ADDRESS</w:t>
      </w:r>
      <w:r w:rsidRPr="00B93867">
        <w:rPr>
          <w:b/>
        </w:rPr>
        <w:t>:</w:t>
      </w:r>
      <w:r>
        <w:rPr>
          <w:b/>
        </w:rPr>
        <w:t>PORT</w:t>
      </w:r>
      <w:r w:rsidRPr="00B93867">
        <w:rPr>
          <w:b/>
        </w:rPr>
        <w:t>&gt;</w:t>
      </w:r>
      <w:r>
        <w:t xml:space="preserve"> to display the address and port of the device on the remote end of the connection. 0.0.0.0:* means that no remote device is currently utilizing the connection.</w:t>
      </w:r>
    </w:p>
    <w:p w14:paraId="149F0C2A" w14:textId="77777777" w:rsidR="00DC5755" w:rsidRDefault="00DC5755" w:rsidP="00DC5755">
      <w:pPr>
        <w:pStyle w:val="Bulletlevel2"/>
        <w:numPr>
          <w:ilvl w:val="1"/>
          <w:numId w:val="1"/>
        </w:numPr>
        <w:spacing w:before="60" w:after="60" w:line="276" w:lineRule="auto"/>
      </w:pPr>
      <w:r>
        <w:t>The fifth column displays the state of the connection.</w:t>
      </w:r>
    </w:p>
    <w:p w14:paraId="34A25CAF" w14:textId="77777777" w:rsidR="00DC5755" w:rsidRDefault="00DC5755" w:rsidP="00DC5755">
      <w:pPr>
        <w:pStyle w:val="Bulletlevel2"/>
        <w:numPr>
          <w:ilvl w:val="1"/>
          <w:numId w:val="1"/>
        </w:numPr>
        <w:spacing w:before="60" w:after="60" w:line="276" w:lineRule="auto"/>
      </w:pPr>
      <w:r>
        <w:t>The sixth column displays the process ID (PID) of the process responsible for the connection. It also displays a short name associated to the process.</w:t>
      </w:r>
    </w:p>
    <w:p w14:paraId="20D384C5" w14:textId="77777777" w:rsidR="00AA3721" w:rsidRDefault="00AA3721" w:rsidP="00AA3721">
      <w:pPr>
        <w:pStyle w:val="Heading4"/>
      </w:pPr>
      <w:r>
        <w:t>Question:</w:t>
      </w:r>
    </w:p>
    <w:p w14:paraId="53CA6C9B" w14:textId="15A61DD7" w:rsidR="00DC5755" w:rsidRPr="00AA3721" w:rsidRDefault="00DC5755" w:rsidP="00AA3721">
      <w:pPr>
        <w:pStyle w:val="BodyTextL50"/>
        <w:spacing w:before="0"/>
      </w:pPr>
      <w:r w:rsidRPr="00AA3721">
        <w:t xml:space="preserve">Based on the </w:t>
      </w:r>
      <w:r w:rsidRPr="00AA3721">
        <w:rPr>
          <w:b/>
          <w:bCs/>
        </w:rPr>
        <w:t>netstat</w:t>
      </w:r>
      <w:r w:rsidRPr="00AA3721">
        <w:t xml:space="preserve"> output shown in item (d), what is the Layer 4 protocol, connection status, and PID of the process running on port 80? </w:t>
      </w:r>
    </w:p>
    <w:p w14:paraId="17B557A5" w14:textId="04253785" w:rsidR="00DC5755" w:rsidRPr="00AA3721" w:rsidRDefault="00AA3721" w:rsidP="00AA3721">
      <w:pPr>
        <w:pStyle w:val="AnswerLineL50"/>
      </w:pPr>
      <w:r>
        <w:t>Type your answers here.</w:t>
      </w:r>
    </w:p>
    <w:p w14:paraId="22F0068C" w14:textId="77777777" w:rsidR="00DC5755" w:rsidRDefault="00DC5755" w:rsidP="00DC5755">
      <w:pPr>
        <w:pStyle w:val="BodyTextL50"/>
        <w:ind w:left="0" w:firstLine="720"/>
        <w:rPr>
          <w:rStyle w:val="AnswerGray"/>
        </w:rPr>
      </w:pPr>
      <w:r>
        <w:rPr>
          <w:rStyle w:val="AnswerGray"/>
        </w:rPr>
        <w:lastRenderedPageBreak/>
        <w:t>TCP, LISTEN and 395.</w:t>
      </w:r>
    </w:p>
    <w:p w14:paraId="6D37E5C6" w14:textId="77777777" w:rsidR="00DC5755" w:rsidRPr="00AA3721" w:rsidRDefault="00DC5755" w:rsidP="00AA3721">
      <w:pPr>
        <w:pStyle w:val="BodyTextL50"/>
      </w:pPr>
      <w:r w:rsidRPr="00AA3721">
        <w:t xml:space="preserve">While port numbers are just a convention, can you guess what kind of service is running on port 80 TCP? </w:t>
      </w:r>
    </w:p>
    <w:p w14:paraId="1476D09F" w14:textId="463E9111" w:rsidR="00DC5755" w:rsidRPr="00AA3721" w:rsidRDefault="00AA3721" w:rsidP="00AA3721">
      <w:pPr>
        <w:pStyle w:val="AnswerLineL50"/>
      </w:pPr>
      <w:r w:rsidRPr="00AA3721">
        <w:t>Type your answers here.</w:t>
      </w:r>
    </w:p>
    <w:p w14:paraId="2D2E289F" w14:textId="77777777" w:rsidR="00DC5755" w:rsidRPr="00A12131" w:rsidRDefault="00DC5755" w:rsidP="00DC5755">
      <w:pPr>
        <w:pStyle w:val="BodyTextL50"/>
        <w:ind w:left="0" w:firstLine="720"/>
        <w:rPr>
          <w:shd w:val="clear" w:color="auto" w:fill="BFBFBF"/>
        </w:rPr>
      </w:pPr>
      <w:r>
        <w:rPr>
          <w:rStyle w:val="AnswerGray"/>
        </w:rPr>
        <w:t>This is probably a web server.</w:t>
      </w:r>
    </w:p>
    <w:p w14:paraId="5ED932D4" w14:textId="77777777" w:rsidR="00DC5755" w:rsidRPr="00AA3721" w:rsidRDefault="00DC5755" w:rsidP="00AA3721">
      <w:pPr>
        <w:pStyle w:val="SubStepAlpha"/>
      </w:pPr>
      <w:r w:rsidRPr="00AA3721">
        <w:t xml:space="preserve">Sometimes it is useful to cross the information provided by </w:t>
      </w:r>
      <w:r w:rsidRPr="00AA3721">
        <w:rPr>
          <w:b/>
          <w:bCs/>
        </w:rPr>
        <w:t>netstat</w:t>
      </w:r>
      <w:r w:rsidRPr="00AA3721">
        <w:t xml:space="preserve"> with </w:t>
      </w:r>
      <w:r w:rsidRPr="00AA3721">
        <w:rPr>
          <w:b/>
          <w:bCs/>
        </w:rPr>
        <w:t>ps</w:t>
      </w:r>
      <w:r w:rsidRPr="00AA3721">
        <w:t xml:space="preserve">. Based on the output of item (d), it is known that a process with </w:t>
      </w:r>
      <w:r w:rsidRPr="00AA3721">
        <w:rPr>
          <w:b/>
          <w:bCs/>
        </w:rPr>
        <w:t>PID 395</w:t>
      </w:r>
      <w:r w:rsidRPr="00AA3721">
        <w:t xml:space="preserve"> is bound to TCP port 80. Port 395 is used in this example. Use </w:t>
      </w:r>
      <w:r w:rsidRPr="00AA3721">
        <w:rPr>
          <w:b/>
          <w:bCs/>
        </w:rPr>
        <w:t>ps</w:t>
      </w:r>
      <w:r w:rsidRPr="00AA3721">
        <w:t xml:space="preserve"> and </w:t>
      </w:r>
      <w:r w:rsidRPr="00AA3721">
        <w:rPr>
          <w:b/>
          <w:bCs/>
        </w:rPr>
        <w:t>grep</w:t>
      </w:r>
      <w:r w:rsidRPr="00AA3721">
        <w:t xml:space="preserve"> to list all lines of the </w:t>
      </w:r>
      <w:r w:rsidRPr="00AA3721">
        <w:rPr>
          <w:b/>
          <w:bCs/>
        </w:rPr>
        <w:t>ps</w:t>
      </w:r>
      <w:r w:rsidRPr="00AA3721">
        <w:t xml:space="preserve"> output that contain </w:t>
      </w:r>
      <w:r w:rsidRPr="00AA3721">
        <w:rPr>
          <w:b/>
          <w:bCs/>
        </w:rPr>
        <w:t>PID 395</w:t>
      </w:r>
      <w:r w:rsidRPr="00AA3721">
        <w:t>. Replace 395 with the PID number for your particular running instance of nginx:</w:t>
      </w:r>
    </w:p>
    <w:p w14:paraId="4D7FCB67" w14:textId="77777777" w:rsidR="00DC5755" w:rsidRPr="00A12131" w:rsidRDefault="00DC5755" w:rsidP="00DC5755">
      <w:pPr>
        <w:pStyle w:val="CMD"/>
      </w:pPr>
      <w:r w:rsidRPr="00A12131">
        <w:t xml:space="preserve">[analyst@secOps ~]$ </w:t>
      </w:r>
      <w:r w:rsidRPr="00A12131">
        <w:rPr>
          <w:b/>
        </w:rPr>
        <w:t>sudo ps -elf | grep 395</w:t>
      </w:r>
    </w:p>
    <w:p w14:paraId="3AAB06D6" w14:textId="77777777" w:rsidR="00DC5755" w:rsidRPr="00A12131" w:rsidRDefault="00DC5755" w:rsidP="00DC5755">
      <w:pPr>
        <w:pStyle w:val="CMD"/>
      </w:pPr>
      <w:r w:rsidRPr="00A12131">
        <w:t xml:space="preserve">[sudo] password for analyst: </w:t>
      </w:r>
    </w:p>
    <w:p w14:paraId="4E32001B" w14:textId="77777777" w:rsidR="00DC5755" w:rsidRPr="00A12131" w:rsidRDefault="00DC5755" w:rsidP="00DC5755">
      <w:pPr>
        <w:pStyle w:val="CMDOutput"/>
      </w:pPr>
      <w:r w:rsidRPr="00A12131">
        <w:t>1 S root       395     1  0  80   0 -  1829</w:t>
      </w:r>
      <w:r>
        <w:tab/>
        <w:t>19:33</w:t>
      </w:r>
      <w:r w:rsidRPr="00A12131">
        <w:t xml:space="preserve"> ?        00:00:00 nginx: master process /usr/bin/nginx</w:t>
      </w:r>
    </w:p>
    <w:p w14:paraId="6F3AE6C5" w14:textId="77777777" w:rsidR="00DC5755" w:rsidRPr="00A12131" w:rsidRDefault="00DC5755" w:rsidP="00DC5755">
      <w:pPr>
        <w:pStyle w:val="CMDOutput"/>
      </w:pPr>
      <w:r w:rsidRPr="00A12131">
        <w:t>5 S http       396   395  0  80   0 -  1866</w:t>
      </w:r>
      <w:r>
        <w:tab/>
        <w:t>19:33</w:t>
      </w:r>
      <w:r w:rsidRPr="00A12131">
        <w:t xml:space="preserve"> ?        00:00:00 nginx: worker process</w:t>
      </w:r>
    </w:p>
    <w:p w14:paraId="41B40109" w14:textId="77777777" w:rsidR="00DC5755" w:rsidRPr="00A12131" w:rsidRDefault="00DC5755" w:rsidP="00DC5755">
      <w:pPr>
        <w:pStyle w:val="CMDOutput"/>
      </w:pPr>
      <w:r w:rsidRPr="00A12131">
        <w:t>0 S analyst   3789  1872  0  80   0 -  1190</w:t>
      </w:r>
      <w:r>
        <w:tab/>
      </w:r>
      <w:r w:rsidRPr="00A12131">
        <w:t>1</w:t>
      </w:r>
      <w:r>
        <w:t>9</w:t>
      </w:r>
      <w:r w:rsidRPr="00A12131">
        <w:t>:</w:t>
      </w:r>
      <w:r>
        <w:t>53</w:t>
      </w:r>
      <w:r w:rsidRPr="00A12131">
        <w:t xml:space="preserve"> pts/</w:t>
      </w:r>
      <w:r>
        <w:t>0</w:t>
      </w:r>
      <w:r w:rsidRPr="00A12131">
        <w:t xml:space="preserve">    00:00:00 grep 395</w:t>
      </w:r>
    </w:p>
    <w:p w14:paraId="31989EA5" w14:textId="77777777" w:rsidR="00DC5755" w:rsidRPr="00AA3721" w:rsidRDefault="00DC5755" w:rsidP="00AA3721">
      <w:pPr>
        <w:pStyle w:val="BodyTextL50"/>
      </w:pPr>
      <w:r w:rsidRPr="00AA3721">
        <w:t xml:space="preserve">In the output above, the </w:t>
      </w:r>
      <w:r w:rsidRPr="00AA3721">
        <w:rPr>
          <w:b/>
          <w:bCs/>
        </w:rPr>
        <w:t>ps</w:t>
      </w:r>
      <w:r w:rsidRPr="00AA3721">
        <w:t xml:space="preserve"> command is piped through the </w:t>
      </w:r>
      <w:r w:rsidRPr="00AA3721">
        <w:rPr>
          <w:b/>
          <w:bCs/>
        </w:rPr>
        <w:t>grep</w:t>
      </w:r>
      <w:r w:rsidRPr="00AA3721">
        <w:t xml:space="preserve"> command to filter for only the lines containing the number 395. The result is three lines with text wrapping.</w:t>
      </w:r>
    </w:p>
    <w:p w14:paraId="470AFAC1" w14:textId="77777777" w:rsidR="00DC5755" w:rsidRPr="00AA3721" w:rsidRDefault="00DC5755" w:rsidP="00AA3721">
      <w:pPr>
        <w:pStyle w:val="BodyTextL50"/>
      </w:pPr>
      <w:r w:rsidRPr="00AA3721">
        <w:t xml:space="preserve">The first line shows a process owned by the </w:t>
      </w:r>
      <w:r w:rsidRPr="00AA3721">
        <w:rPr>
          <w:b/>
          <w:bCs/>
        </w:rPr>
        <w:t>root</w:t>
      </w:r>
      <w:r w:rsidRPr="00AA3721">
        <w:t xml:space="preserve"> user (third column), started by another process with PID 1 (fifth column), at 19:33 (twelfth column) </w:t>
      </w:r>
    </w:p>
    <w:p w14:paraId="0B429DA7" w14:textId="77777777" w:rsidR="00DC5755" w:rsidRPr="00AA3721" w:rsidRDefault="00DC5755" w:rsidP="00AA3721">
      <w:pPr>
        <w:pStyle w:val="BodyTextL50"/>
      </w:pPr>
      <w:r w:rsidRPr="00AA3721">
        <w:t xml:space="preserve">The second line shows a process with PID 396, owned by the </w:t>
      </w:r>
      <w:r w:rsidRPr="00AA3721">
        <w:rPr>
          <w:b/>
          <w:bCs/>
        </w:rPr>
        <w:t>http</w:t>
      </w:r>
      <w:r w:rsidRPr="00AA3721">
        <w:t xml:space="preserve"> user, started by process 395, at 19:33.</w:t>
      </w:r>
    </w:p>
    <w:p w14:paraId="15A6B37D" w14:textId="710C72AE" w:rsidR="00DC5755" w:rsidRDefault="00DC5755" w:rsidP="00AA3721">
      <w:pPr>
        <w:pStyle w:val="BodyTextL50"/>
        <w:spacing w:after="0"/>
      </w:pPr>
      <w:r w:rsidRPr="00AA3721">
        <w:t xml:space="preserve">The third line shows a process owned by the </w:t>
      </w:r>
      <w:r w:rsidRPr="00AA3721">
        <w:rPr>
          <w:b/>
          <w:bCs/>
        </w:rPr>
        <w:t>analyst</w:t>
      </w:r>
      <w:r w:rsidRPr="00AA3721">
        <w:t xml:space="preserve"> user, with PID 3789, started by a process with PID 1872, as the </w:t>
      </w:r>
      <w:r w:rsidRPr="00AA3721">
        <w:rPr>
          <w:b/>
          <w:bCs/>
        </w:rPr>
        <w:t>grep 395</w:t>
      </w:r>
      <w:r w:rsidRPr="00AA3721">
        <w:t xml:space="preserve"> command.</w:t>
      </w:r>
    </w:p>
    <w:p w14:paraId="05987EB1" w14:textId="3F3DE94C" w:rsidR="00AA3721" w:rsidRPr="00AA3721" w:rsidRDefault="00AA3721" w:rsidP="00AA3721">
      <w:pPr>
        <w:pStyle w:val="Heading4"/>
      </w:pPr>
      <w:r>
        <w:t>Question:</w:t>
      </w:r>
    </w:p>
    <w:p w14:paraId="37406F25" w14:textId="77777777" w:rsidR="00DC5755" w:rsidRPr="00AA3721" w:rsidRDefault="00DC5755" w:rsidP="00AA3721">
      <w:pPr>
        <w:pStyle w:val="BodyTextL50"/>
        <w:spacing w:before="0"/>
      </w:pPr>
      <w:r w:rsidRPr="00AA3721">
        <w:t xml:space="preserve">The process PID 395 is </w:t>
      </w:r>
      <w:r w:rsidRPr="00AA3721">
        <w:rPr>
          <w:b/>
          <w:bCs/>
        </w:rPr>
        <w:t>nginx</w:t>
      </w:r>
      <w:r w:rsidRPr="00AA3721">
        <w:t>. How could that be concluded from the output above?</w:t>
      </w:r>
    </w:p>
    <w:p w14:paraId="3DF4A2C7" w14:textId="1A1511F7" w:rsidR="00DC5755" w:rsidRPr="00AA3721" w:rsidRDefault="00AA3721" w:rsidP="00AA3721">
      <w:pPr>
        <w:pStyle w:val="AnswerLineL50"/>
      </w:pPr>
      <w:r>
        <w:t>Type your answers here.</w:t>
      </w:r>
    </w:p>
    <w:p w14:paraId="6D1578F1" w14:textId="77777777" w:rsidR="00DC5755" w:rsidRPr="00AA3721" w:rsidRDefault="00DC5755" w:rsidP="00AA3721">
      <w:pPr>
        <w:pStyle w:val="BodyTextL50"/>
        <w:rPr>
          <w:rStyle w:val="AnswerGray"/>
        </w:rPr>
      </w:pPr>
      <w:r w:rsidRPr="00AA3721">
        <w:rPr>
          <w:rStyle w:val="AnswerGray"/>
        </w:rPr>
        <w:t>Based on the last column of line 1, the output shows nginx command line.</w:t>
      </w:r>
    </w:p>
    <w:p w14:paraId="6BCDAEC8" w14:textId="77777777" w:rsidR="00DC5755" w:rsidRPr="00AA3721" w:rsidRDefault="00DC5755" w:rsidP="00AA3721">
      <w:pPr>
        <w:pStyle w:val="BodyTextL50"/>
      </w:pPr>
      <w:r w:rsidRPr="00AA3721">
        <w:t xml:space="preserve">What is </w:t>
      </w:r>
      <w:r w:rsidRPr="00AA3721">
        <w:rPr>
          <w:b/>
          <w:bCs/>
        </w:rPr>
        <w:t>nginx</w:t>
      </w:r>
      <w:r w:rsidRPr="00AA3721">
        <w:t>? What is its function? (Use google to learn about nginx)</w:t>
      </w:r>
    </w:p>
    <w:p w14:paraId="4CB72AF6" w14:textId="17CFF896" w:rsidR="00DC5755" w:rsidRPr="00AA3721" w:rsidRDefault="00AA3721" w:rsidP="00AA3721">
      <w:pPr>
        <w:pStyle w:val="AnswerLineL50"/>
      </w:pPr>
      <w:r>
        <w:t>Type your answers here.</w:t>
      </w:r>
    </w:p>
    <w:p w14:paraId="29F80665" w14:textId="77777777" w:rsidR="00DC5755" w:rsidRPr="00AA3721" w:rsidRDefault="00DC5755" w:rsidP="00AA3721">
      <w:pPr>
        <w:pStyle w:val="BodyTextL50"/>
        <w:rPr>
          <w:rStyle w:val="AnswerGray"/>
        </w:rPr>
      </w:pPr>
      <w:r w:rsidRPr="00AA3721">
        <w:rPr>
          <w:rStyle w:val="AnswerGray"/>
        </w:rPr>
        <w:t>nginx is a lightweight webserver. A quick google search is extremely helpful on finding information about unidentified processes.</w:t>
      </w:r>
    </w:p>
    <w:p w14:paraId="2B1A212A" w14:textId="77777777" w:rsidR="00DC5755" w:rsidRPr="00AA3721" w:rsidRDefault="00DC5755" w:rsidP="00AA3721">
      <w:pPr>
        <w:pStyle w:val="BodyTextL50"/>
      </w:pPr>
      <w:r w:rsidRPr="00AA3721">
        <w:t>The second line shows that process 396 is owned by a user named http and has process number 395 as its parent process. What does that mean? Is this common behavior?</w:t>
      </w:r>
    </w:p>
    <w:p w14:paraId="2477253F" w14:textId="210C5458" w:rsidR="00DC5755" w:rsidRPr="00AA3721" w:rsidRDefault="00AA3721" w:rsidP="00AA3721">
      <w:pPr>
        <w:pStyle w:val="AnswerLineL50"/>
      </w:pPr>
      <w:r>
        <w:t>Type your answers here.</w:t>
      </w:r>
    </w:p>
    <w:p w14:paraId="09DCA553" w14:textId="77777777" w:rsidR="00DC5755" w:rsidRPr="00180B56" w:rsidRDefault="00DC5755" w:rsidP="00AA3721">
      <w:pPr>
        <w:pStyle w:val="BodyTextL50"/>
        <w:rPr>
          <w:rStyle w:val="AnswerGray"/>
        </w:rPr>
      </w:pPr>
      <w:r w:rsidRPr="00180B56">
        <w:rPr>
          <w:rStyle w:val="AnswerGray"/>
        </w:rPr>
        <w:t xml:space="preserve">It means that nginx started process 396 under the http username. This is normal as nginx runs itself for every client that connects to port 80 TCP. </w:t>
      </w:r>
    </w:p>
    <w:p w14:paraId="70BF26E8" w14:textId="77777777" w:rsidR="00DC5755" w:rsidRPr="00AA3721" w:rsidRDefault="00DC5755" w:rsidP="00AA3721">
      <w:pPr>
        <w:pStyle w:val="BodyTextL50"/>
      </w:pPr>
      <w:r w:rsidRPr="00AA3721">
        <w:t>Why is the last line showing grep 395?</w:t>
      </w:r>
    </w:p>
    <w:p w14:paraId="7044969A" w14:textId="571CB5E9" w:rsidR="00DC5755" w:rsidRPr="00AA3721" w:rsidRDefault="00180B56" w:rsidP="00180B56">
      <w:pPr>
        <w:pStyle w:val="AnswerLineL50"/>
      </w:pPr>
      <w:r>
        <w:t>Type your answers here.</w:t>
      </w:r>
    </w:p>
    <w:p w14:paraId="125289C2" w14:textId="77777777" w:rsidR="00DC5755" w:rsidRPr="00180B56" w:rsidRDefault="00DC5755" w:rsidP="00AA3721">
      <w:pPr>
        <w:pStyle w:val="BodyTextL50"/>
        <w:rPr>
          <w:rStyle w:val="AnswerGray"/>
        </w:rPr>
      </w:pPr>
      <w:r w:rsidRPr="00180B56">
        <w:rPr>
          <w:rStyle w:val="AnswerGray"/>
        </w:rPr>
        <w:lastRenderedPageBreak/>
        <w:t>Because the grep 395 was used to filter the ps output, when the output was compiled, grep 395 was still running and therefore, it appeared in the list.</w:t>
      </w:r>
    </w:p>
    <w:p w14:paraId="037B9C0A" w14:textId="77777777" w:rsidR="00DC5755" w:rsidRPr="00AA3721" w:rsidRDefault="00DC5755" w:rsidP="00AA3721">
      <w:pPr>
        <w:pStyle w:val="Heading2"/>
      </w:pPr>
      <w:r w:rsidRPr="00AA3721">
        <w:t>Using Telnet to Test TCP Services</w:t>
      </w:r>
    </w:p>
    <w:p w14:paraId="381DE6D4" w14:textId="77777777" w:rsidR="00DC5755" w:rsidRDefault="00DC5755" w:rsidP="00DC5755">
      <w:pPr>
        <w:pStyle w:val="BodyTextL25"/>
      </w:pPr>
      <w:r w:rsidRPr="00650869">
        <w:t>Telnet</w:t>
      </w:r>
      <w:r>
        <w:t xml:space="preserve"> is</w:t>
      </w:r>
      <w:r w:rsidRPr="00650869">
        <w:t xml:space="preserve"> a s</w:t>
      </w:r>
      <w:r>
        <w:t>imple remote shell application. Telnet is considered insecure because it does not provide encryption. Administrators who choose to use T</w:t>
      </w:r>
      <w:r w:rsidRPr="00650869">
        <w:t>elnet</w:t>
      </w:r>
      <w:r>
        <w:t xml:space="preserve"> to remotely manage network devices and servers will expose login credentials to that server, as </w:t>
      </w:r>
      <w:r w:rsidRPr="00995253">
        <w:t>T</w:t>
      </w:r>
      <w:r w:rsidRPr="00A7006E">
        <w:t>elnet</w:t>
      </w:r>
      <w:r>
        <w:t xml:space="preserve"> will transmit session data in clear text. While T</w:t>
      </w:r>
      <w:r w:rsidRPr="005A750C">
        <w:t>elnet</w:t>
      </w:r>
      <w:r>
        <w:t xml:space="preserve"> is not recommended as a remote shell application, it can be very useful for quickly testing or gathering information about TCP services.</w:t>
      </w:r>
    </w:p>
    <w:p w14:paraId="6E2D1985" w14:textId="77777777" w:rsidR="00DC5755" w:rsidRDefault="00DC5755" w:rsidP="00DC5755">
      <w:pPr>
        <w:pStyle w:val="BodyTextL25"/>
        <w:rPr>
          <w:b/>
        </w:rPr>
      </w:pPr>
      <w:r>
        <w:t>The T</w:t>
      </w:r>
      <w:r w:rsidRPr="00650869">
        <w:t>elnet</w:t>
      </w:r>
      <w:r>
        <w:t xml:space="preserve"> protocol operates on port 23 using TCP by default. The </w:t>
      </w:r>
      <w:r w:rsidRPr="005A750C">
        <w:rPr>
          <w:b/>
        </w:rPr>
        <w:t>telnet</w:t>
      </w:r>
      <w:r>
        <w:t xml:space="preserve"> client however, allows for a different port to be specified. By changing the port and connecting to a server, the </w:t>
      </w:r>
      <w:r w:rsidRPr="00650869">
        <w:rPr>
          <w:b/>
        </w:rPr>
        <w:t>telnet</w:t>
      </w:r>
      <w:r>
        <w:t xml:space="preserve"> client allows for a network analyst to quickly assess the nature of a specific server by communicating directly to it.</w:t>
      </w:r>
    </w:p>
    <w:p w14:paraId="53390098" w14:textId="77777777" w:rsidR="00DC5755" w:rsidRDefault="00DC5755" w:rsidP="00DC5755">
      <w:pPr>
        <w:pStyle w:val="BodyTextL25"/>
      </w:pPr>
      <w:r>
        <w:rPr>
          <w:b/>
        </w:rPr>
        <w:t>Note</w:t>
      </w:r>
      <w:r>
        <w:t xml:space="preserve">: It is strongly recommended that </w:t>
      </w:r>
      <w:r w:rsidRPr="00650869">
        <w:rPr>
          <w:b/>
        </w:rPr>
        <w:t>ssh</w:t>
      </w:r>
      <w:r>
        <w:t xml:space="preserve"> be used as remote shell application instead of </w:t>
      </w:r>
      <w:r w:rsidRPr="00A7006E">
        <w:rPr>
          <w:rFonts w:cs="Arial"/>
          <w:b/>
        </w:rPr>
        <w:t>telnet</w:t>
      </w:r>
      <w:r>
        <w:t>.</w:t>
      </w:r>
    </w:p>
    <w:p w14:paraId="4CD8BC08" w14:textId="77777777" w:rsidR="00DC5755" w:rsidRPr="00650869" w:rsidRDefault="00DC5755" w:rsidP="00DC5755">
      <w:pPr>
        <w:pStyle w:val="SubStepAlpha"/>
      </w:pPr>
      <w:r>
        <w:t xml:space="preserve">In Part 1, </w:t>
      </w:r>
      <w:r w:rsidRPr="00650869">
        <w:rPr>
          <w:b/>
        </w:rPr>
        <w:t>nginx</w:t>
      </w:r>
      <w:r>
        <w:t xml:space="preserve"> was found to be running and assigned to port 80 TCP. Although a quick internet search revealed that </w:t>
      </w:r>
      <w:r w:rsidRPr="00650869">
        <w:rPr>
          <w:b/>
        </w:rPr>
        <w:t>nginx</w:t>
      </w:r>
      <w:r>
        <w:t xml:space="preserve"> is a lightweight web server, how would an analyst be sure of that? What if an attacker changed the name of a malware program to </w:t>
      </w:r>
      <w:r w:rsidRPr="00650869">
        <w:rPr>
          <w:b/>
        </w:rPr>
        <w:t>nginx</w:t>
      </w:r>
      <w:r w:rsidRPr="00843484">
        <w:t xml:space="preserve">, </w:t>
      </w:r>
      <w:r>
        <w:t xml:space="preserve">just to make it look like the popular webserver? Use </w:t>
      </w:r>
      <w:r w:rsidRPr="00650869">
        <w:rPr>
          <w:b/>
        </w:rPr>
        <w:t>telnet</w:t>
      </w:r>
      <w:r>
        <w:t xml:space="preserve"> to connect to the local host on port 80 TCP:</w:t>
      </w:r>
    </w:p>
    <w:p w14:paraId="31B25F91" w14:textId="77777777" w:rsidR="00DC5755" w:rsidRPr="00650869" w:rsidRDefault="00DC5755" w:rsidP="00DC5755">
      <w:pPr>
        <w:pStyle w:val="CMD"/>
      </w:pPr>
      <w:r w:rsidRPr="00650869">
        <w:t xml:space="preserve">[analyst@secOps ~]$ </w:t>
      </w:r>
      <w:r w:rsidRPr="00650869">
        <w:rPr>
          <w:b/>
        </w:rPr>
        <w:t>telnet 127.0.0.1 80</w:t>
      </w:r>
    </w:p>
    <w:p w14:paraId="2308FD4B" w14:textId="77777777" w:rsidR="00DC5755" w:rsidRPr="00650869" w:rsidRDefault="00DC5755" w:rsidP="00DC5755">
      <w:pPr>
        <w:pStyle w:val="CMDOutput"/>
      </w:pPr>
      <w:r w:rsidRPr="00650869">
        <w:t>Trying 127.0.0.1...</w:t>
      </w:r>
    </w:p>
    <w:p w14:paraId="2AE9E1E4" w14:textId="77777777" w:rsidR="00DC5755" w:rsidRPr="00650869" w:rsidRDefault="00DC5755" w:rsidP="00DC5755">
      <w:pPr>
        <w:pStyle w:val="CMDOutput"/>
      </w:pPr>
      <w:r w:rsidRPr="00650869">
        <w:t>Connected to 127.0.0.1.</w:t>
      </w:r>
    </w:p>
    <w:p w14:paraId="698BB1C8" w14:textId="77777777" w:rsidR="00DC5755" w:rsidRPr="00650869" w:rsidRDefault="00DC5755" w:rsidP="00DC5755">
      <w:pPr>
        <w:pStyle w:val="CMDOutput"/>
      </w:pPr>
      <w:r w:rsidRPr="00650869">
        <w:t>Escape character is '^]'.</w:t>
      </w:r>
    </w:p>
    <w:p w14:paraId="2F302A36" w14:textId="77777777" w:rsidR="00DC5755" w:rsidRDefault="00DC5755" w:rsidP="00DC5755">
      <w:pPr>
        <w:pStyle w:val="SubStepAlpha"/>
      </w:pPr>
      <w:r>
        <w:t>Press a few letters on the keyboard. Any key will work. After a few keys are pressed, press ENTER. Below is the full output, including the Telnet connection establishment and the random keys pressed (</w:t>
      </w:r>
      <w:r w:rsidRPr="008C0CC8">
        <w:t>fdsafsdaf</w:t>
      </w:r>
      <w:r>
        <w:t>, this case):</w:t>
      </w:r>
    </w:p>
    <w:p w14:paraId="65D02A50" w14:textId="77777777" w:rsidR="00DC5755" w:rsidRPr="00650869" w:rsidRDefault="00DC5755" w:rsidP="00DC5755">
      <w:pPr>
        <w:pStyle w:val="CMD"/>
      </w:pPr>
      <w:r w:rsidRPr="00650869">
        <w:rPr>
          <w:highlight w:val="yellow"/>
        </w:rPr>
        <w:t>fdsafsdaf</w:t>
      </w:r>
    </w:p>
    <w:p w14:paraId="7DF430F3" w14:textId="77777777" w:rsidR="00DC5755" w:rsidRPr="00650869" w:rsidRDefault="00DC5755" w:rsidP="00DC5755">
      <w:pPr>
        <w:pStyle w:val="CMDOutput"/>
      </w:pPr>
      <w:r w:rsidRPr="00650869">
        <w:t>HTTP/1.1 400 Bad Request</w:t>
      </w:r>
    </w:p>
    <w:p w14:paraId="1C06DE14" w14:textId="77777777" w:rsidR="00DC5755" w:rsidRPr="00650869" w:rsidRDefault="00DC5755" w:rsidP="00DC5755">
      <w:pPr>
        <w:pStyle w:val="CMDOutput"/>
      </w:pPr>
      <w:r w:rsidRPr="00650869">
        <w:t>Server: nginx/1.1</w:t>
      </w:r>
      <w:r>
        <w:t>6</w:t>
      </w:r>
      <w:r w:rsidRPr="00650869">
        <w:t>.</w:t>
      </w:r>
      <w:r>
        <w:t>1</w:t>
      </w:r>
    </w:p>
    <w:p w14:paraId="4E826C39" w14:textId="77777777" w:rsidR="00DC5755" w:rsidRPr="00650869" w:rsidRDefault="00DC5755" w:rsidP="00DC5755">
      <w:pPr>
        <w:pStyle w:val="CMDOutput"/>
      </w:pPr>
      <w:r w:rsidRPr="00650869">
        <w:t xml:space="preserve">Date: Tue, 28 </w:t>
      </w:r>
      <w:r>
        <w:t>Apr</w:t>
      </w:r>
      <w:r w:rsidRPr="00650869">
        <w:t xml:space="preserve"> 20</w:t>
      </w:r>
      <w:r>
        <w:t>20</w:t>
      </w:r>
      <w:r w:rsidRPr="00650869">
        <w:t xml:space="preserve"> 20:09:37 GMT</w:t>
      </w:r>
    </w:p>
    <w:p w14:paraId="7C7EA111" w14:textId="77777777" w:rsidR="00DC5755" w:rsidRPr="00650869" w:rsidRDefault="00DC5755" w:rsidP="00DC5755">
      <w:pPr>
        <w:pStyle w:val="CMDOutput"/>
      </w:pPr>
      <w:r w:rsidRPr="00650869">
        <w:t>Content-Type: text/html</w:t>
      </w:r>
    </w:p>
    <w:p w14:paraId="20F60BA1" w14:textId="77777777" w:rsidR="00DC5755" w:rsidRPr="00650869" w:rsidRDefault="00DC5755" w:rsidP="00DC5755">
      <w:pPr>
        <w:pStyle w:val="CMDOutput"/>
      </w:pPr>
      <w:r w:rsidRPr="00650869">
        <w:t>Content-Length: 173</w:t>
      </w:r>
    </w:p>
    <w:p w14:paraId="1A28DC1C" w14:textId="77777777" w:rsidR="00DC5755" w:rsidRPr="00650869" w:rsidRDefault="00DC5755" w:rsidP="00DC5755">
      <w:pPr>
        <w:pStyle w:val="CMDOutput"/>
      </w:pPr>
      <w:r w:rsidRPr="00650869">
        <w:t>Connection: close</w:t>
      </w:r>
    </w:p>
    <w:p w14:paraId="2C90CFA0" w14:textId="77777777" w:rsidR="00DC5755" w:rsidRPr="00650869" w:rsidRDefault="00DC5755" w:rsidP="00DC5755">
      <w:pPr>
        <w:pStyle w:val="CMDOutput"/>
      </w:pPr>
    </w:p>
    <w:p w14:paraId="4A7A0278" w14:textId="77777777" w:rsidR="00DC5755" w:rsidRPr="00650869" w:rsidRDefault="00DC5755" w:rsidP="00DC5755">
      <w:pPr>
        <w:pStyle w:val="CMDOutput"/>
      </w:pPr>
      <w:r w:rsidRPr="00650869">
        <w:t>&lt;html&gt;</w:t>
      </w:r>
    </w:p>
    <w:p w14:paraId="45BD8B29" w14:textId="77777777" w:rsidR="00DC5755" w:rsidRPr="00650869" w:rsidRDefault="00DC5755" w:rsidP="00DC5755">
      <w:pPr>
        <w:pStyle w:val="CMDOutput"/>
      </w:pPr>
      <w:r w:rsidRPr="00650869">
        <w:t>&lt;head&gt;&lt;title&gt;400 Bad Request&lt;/title&gt;&lt;/head&gt;</w:t>
      </w:r>
    </w:p>
    <w:p w14:paraId="13908E5F" w14:textId="77777777" w:rsidR="00DC5755" w:rsidRPr="00650869" w:rsidRDefault="00DC5755" w:rsidP="00DC5755">
      <w:pPr>
        <w:pStyle w:val="CMDOutput"/>
      </w:pPr>
      <w:r w:rsidRPr="00650869">
        <w:t>&lt;body bgcolor="white"&gt;</w:t>
      </w:r>
    </w:p>
    <w:p w14:paraId="2BB28A43" w14:textId="77777777" w:rsidR="00DC5755" w:rsidRPr="00650869" w:rsidRDefault="00DC5755" w:rsidP="00DC5755">
      <w:pPr>
        <w:pStyle w:val="CMDOutput"/>
      </w:pPr>
      <w:r w:rsidRPr="00650869">
        <w:t>&lt;center&gt;&lt;h1&gt;400 Bad Request&lt;/h1&gt;&lt;/center&gt;</w:t>
      </w:r>
    </w:p>
    <w:p w14:paraId="7B6EE535" w14:textId="77777777" w:rsidR="00DC5755" w:rsidRPr="00650869" w:rsidRDefault="00DC5755" w:rsidP="00DC5755">
      <w:pPr>
        <w:pStyle w:val="CMDOutput"/>
      </w:pPr>
      <w:r w:rsidRPr="00650869">
        <w:t>&lt;hr&gt;&lt;center&gt;nginx/1.1</w:t>
      </w:r>
      <w:r>
        <w:t>6</w:t>
      </w:r>
      <w:r w:rsidRPr="00650869">
        <w:t>.</w:t>
      </w:r>
      <w:r>
        <w:t>1</w:t>
      </w:r>
      <w:r w:rsidRPr="00650869">
        <w:t>&lt;/center&gt;</w:t>
      </w:r>
    </w:p>
    <w:p w14:paraId="685C1D49" w14:textId="77777777" w:rsidR="00DC5755" w:rsidRPr="00650869" w:rsidRDefault="00DC5755" w:rsidP="00DC5755">
      <w:pPr>
        <w:pStyle w:val="CMDOutput"/>
      </w:pPr>
      <w:r w:rsidRPr="00650869">
        <w:t>&lt;/body&gt;</w:t>
      </w:r>
    </w:p>
    <w:p w14:paraId="30DC5D40" w14:textId="77777777" w:rsidR="00DC5755" w:rsidRPr="00650869" w:rsidRDefault="00DC5755" w:rsidP="00DC5755">
      <w:pPr>
        <w:pStyle w:val="CMDOutput"/>
      </w:pPr>
      <w:r w:rsidRPr="00650869">
        <w:t>&lt;/html&gt;</w:t>
      </w:r>
    </w:p>
    <w:p w14:paraId="10F23107" w14:textId="77777777" w:rsidR="00DC5755" w:rsidRPr="00650869" w:rsidRDefault="00DC5755" w:rsidP="00DC5755">
      <w:pPr>
        <w:pStyle w:val="CMDOutput"/>
      </w:pPr>
      <w:r w:rsidRPr="00650869">
        <w:t>Connection closed by foreign host.</w:t>
      </w:r>
    </w:p>
    <w:p w14:paraId="364F85AD" w14:textId="77777777" w:rsidR="00DC5755" w:rsidRDefault="00DC5755" w:rsidP="00DC5755">
      <w:pPr>
        <w:pStyle w:val="SubStepAlpha"/>
        <w:numPr>
          <w:ilvl w:val="0"/>
          <w:numId w:val="0"/>
        </w:numPr>
        <w:ind w:left="720"/>
      </w:pPr>
      <w:r>
        <w:t>Thanks to the Telnet protocol, a clear text TCP connection was established, by the Telnet client, directly to the nginx server, listening on 127.0.0.1 port 80 TCP. This connection allows us to send data directly to the server. Because nginx is a web server, it does not understand the sequence of random letters sent to it and returns an error in the format of a web page.</w:t>
      </w:r>
    </w:p>
    <w:p w14:paraId="23C8172A" w14:textId="77777777" w:rsidR="00DC5755" w:rsidRDefault="00DC5755" w:rsidP="00DC5755">
      <w:pPr>
        <w:pStyle w:val="SubStepAlpha"/>
        <w:numPr>
          <w:ilvl w:val="0"/>
          <w:numId w:val="0"/>
        </w:numPr>
        <w:ind w:left="720"/>
      </w:pPr>
      <w:r>
        <w:t>Why was the error sent as a web page?</w:t>
      </w:r>
    </w:p>
    <w:p w14:paraId="78CDF12C" w14:textId="77777777" w:rsidR="00AA3721" w:rsidRDefault="00AA3721" w:rsidP="00207C95">
      <w:pPr>
        <w:pStyle w:val="AnswerLineL50"/>
        <w:spacing w:after="360"/>
      </w:pPr>
      <w:r>
        <w:t>Type your answers here.</w:t>
      </w:r>
    </w:p>
    <w:p w14:paraId="3FCF30D4" w14:textId="77777777" w:rsidR="00DC5755" w:rsidRDefault="00DC5755" w:rsidP="00DC5755">
      <w:pPr>
        <w:pStyle w:val="BodyTextL50"/>
        <w:rPr>
          <w:rStyle w:val="AnswerGray"/>
        </w:rPr>
      </w:pPr>
      <w:r>
        <w:rPr>
          <w:rStyle w:val="AnswerGray"/>
        </w:rPr>
        <w:lastRenderedPageBreak/>
        <w:t>Nginx is a web server and as such, only speaks the HTTP protocol.</w:t>
      </w:r>
    </w:p>
    <w:p w14:paraId="0A91009F" w14:textId="77777777" w:rsidR="00DC5755" w:rsidRDefault="00DC5755" w:rsidP="00DC5755">
      <w:pPr>
        <w:pStyle w:val="SubStepAlpha"/>
        <w:numPr>
          <w:ilvl w:val="0"/>
          <w:numId w:val="0"/>
        </w:numPr>
        <w:ind w:left="720"/>
      </w:pPr>
      <w:r>
        <w:t>While the server reported an error and terminated the connection, we were able to learn a lot. We learned that:</w:t>
      </w:r>
    </w:p>
    <w:p w14:paraId="77D191CD" w14:textId="77777777" w:rsidR="00DC5755" w:rsidRDefault="00DC5755" w:rsidP="00DC5755">
      <w:pPr>
        <w:pStyle w:val="SubStepNum"/>
      </w:pPr>
      <w:r>
        <w:t xml:space="preserve">The </w:t>
      </w:r>
      <w:r w:rsidRPr="004007E4">
        <w:rPr>
          <w:b/>
        </w:rPr>
        <w:t>nginx</w:t>
      </w:r>
      <w:r>
        <w:t xml:space="preserve"> with PID 395 is in fact a web server.</w:t>
      </w:r>
    </w:p>
    <w:p w14:paraId="3DD34E99" w14:textId="77777777" w:rsidR="00DC5755" w:rsidRDefault="00DC5755" w:rsidP="00DC5755">
      <w:pPr>
        <w:pStyle w:val="SubStepNum"/>
      </w:pPr>
      <w:r>
        <w:t xml:space="preserve">The version of </w:t>
      </w:r>
      <w:r w:rsidRPr="008C0CC8">
        <w:rPr>
          <w:b/>
        </w:rPr>
        <w:t>nginx</w:t>
      </w:r>
      <w:r>
        <w:rPr>
          <w:b/>
        </w:rPr>
        <w:t xml:space="preserve"> </w:t>
      </w:r>
      <w:r w:rsidRPr="00A7006E">
        <w:t>is</w:t>
      </w:r>
      <w:r>
        <w:rPr>
          <w:b/>
        </w:rPr>
        <w:t xml:space="preserve"> </w:t>
      </w:r>
      <w:r w:rsidRPr="008C0CC8">
        <w:t>1.1</w:t>
      </w:r>
      <w:r>
        <w:t>6</w:t>
      </w:r>
      <w:r w:rsidRPr="008C0CC8">
        <w:t>.</w:t>
      </w:r>
      <w:r>
        <w:t>1.</w:t>
      </w:r>
    </w:p>
    <w:p w14:paraId="6E7B176D" w14:textId="77777777" w:rsidR="00DC5755" w:rsidRDefault="00DC5755" w:rsidP="00DC5755">
      <w:pPr>
        <w:pStyle w:val="SubStepNum"/>
      </w:pPr>
      <w:r>
        <w:t>The network stack of our CyberOps Workstation VM is fully functional all the way to Layer 7.</w:t>
      </w:r>
    </w:p>
    <w:p w14:paraId="033E9442" w14:textId="77777777" w:rsidR="00DC5755" w:rsidRDefault="00DC5755" w:rsidP="00DC5755">
      <w:pPr>
        <w:pStyle w:val="BodyTextL50"/>
      </w:pPr>
      <w:r>
        <w:t>Not all services are equal. Some services are designed to accept unformatted data and will not terminate if garbage is entered via keyboard. Below is an example of such a service:</w:t>
      </w:r>
    </w:p>
    <w:p w14:paraId="12CA4B92" w14:textId="77777777" w:rsidR="00DC5755" w:rsidRDefault="00DC5755" w:rsidP="00DC5755">
      <w:pPr>
        <w:pStyle w:val="SubStepAlpha"/>
      </w:pPr>
      <w:r>
        <w:t xml:space="preserve">Looking at the </w:t>
      </w:r>
      <w:r w:rsidRPr="004007E4">
        <w:rPr>
          <w:b/>
        </w:rPr>
        <w:t>net</w:t>
      </w:r>
      <w:r>
        <w:rPr>
          <w:b/>
        </w:rPr>
        <w:t>st</w:t>
      </w:r>
      <w:r w:rsidRPr="004007E4">
        <w:rPr>
          <w:b/>
        </w:rPr>
        <w:t>at</w:t>
      </w:r>
      <w:r>
        <w:t xml:space="preserve"> output presented earlier, it is possible to see a process attached to port 22. Use Telnet to connect to it.</w:t>
      </w:r>
    </w:p>
    <w:p w14:paraId="75C1DE3B" w14:textId="77777777" w:rsidR="00DC5755" w:rsidRDefault="00DC5755" w:rsidP="00DC5755">
      <w:pPr>
        <w:pStyle w:val="BodyTextL50"/>
      </w:pPr>
      <w:r>
        <w:t>Port 22 TCP is assigned to SSH service. SSH allows an administrator to connect to a remote computer securely.</w:t>
      </w:r>
    </w:p>
    <w:p w14:paraId="29776523" w14:textId="77777777" w:rsidR="00DC5755" w:rsidRDefault="00DC5755" w:rsidP="00DC5755">
      <w:pPr>
        <w:pStyle w:val="BodyTextL50"/>
      </w:pPr>
      <w:r>
        <w:t>Below is the output:</w:t>
      </w:r>
    </w:p>
    <w:p w14:paraId="646FB22D" w14:textId="77777777" w:rsidR="00DC5755" w:rsidRDefault="00DC5755" w:rsidP="00DC5755">
      <w:pPr>
        <w:pStyle w:val="CMD"/>
      </w:pPr>
      <w:r>
        <w:t xml:space="preserve">[analyst@secOps ~]$ </w:t>
      </w:r>
      <w:r w:rsidRPr="003D24A5">
        <w:rPr>
          <w:b/>
        </w:rPr>
        <w:t>telnet 127.0.0.1 22</w:t>
      </w:r>
    </w:p>
    <w:p w14:paraId="2C13469C" w14:textId="77777777" w:rsidR="00DC5755" w:rsidRDefault="00DC5755" w:rsidP="00DC5755">
      <w:pPr>
        <w:pStyle w:val="CMDOutput"/>
      </w:pPr>
      <w:r>
        <w:t>Trying 127.0.0.1...</w:t>
      </w:r>
    </w:p>
    <w:p w14:paraId="7A88957A" w14:textId="77777777" w:rsidR="00DC5755" w:rsidRDefault="00DC5755" w:rsidP="00DC5755">
      <w:pPr>
        <w:pStyle w:val="CMDOutput"/>
      </w:pPr>
      <w:r>
        <w:t>Connected to 127.0.0.1.</w:t>
      </w:r>
    </w:p>
    <w:p w14:paraId="64DB5C1C" w14:textId="77777777" w:rsidR="00DC5755" w:rsidRDefault="00DC5755" w:rsidP="00DC5755">
      <w:pPr>
        <w:pStyle w:val="CMDOutput"/>
      </w:pPr>
      <w:r>
        <w:t>Escape character is '^]'.</w:t>
      </w:r>
    </w:p>
    <w:p w14:paraId="4E698280" w14:textId="77777777" w:rsidR="00DC5755" w:rsidRDefault="00DC5755" w:rsidP="00DC5755">
      <w:pPr>
        <w:pStyle w:val="CMDOutput"/>
      </w:pPr>
      <w:r>
        <w:t>SSH-2.0-OpenSSH_8.2</w:t>
      </w:r>
    </w:p>
    <w:p w14:paraId="40C04AA8" w14:textId="77777777" w:rsidR="00DC5755" w:rsidRDefault="00DC5755" w:rsidP="00DC5755">
      <w:pPr>
        <w:pStyle w:val="CMDOutput"/>
      </w:pPr>
      <w:r>
        <w:t>sdfjlskj</w:t>
      </w:r>
    </w:p>
    <w:p w14:paraId="2BFCE6EC" w14:textId="77777777" w:rsidR="00DC5755" w:rsidRDefault="00DC5755" w:rsidP="00DC5755">
      <w:pPr>
        <w:pStyle w:val="CMDOutput"/>
      </w:pPr>
      <w:r>
        <w:t>Invalid SSH identification string.</w:t>
      </w:r>
    </w:p>
    <w:p w14:paraId="2033C80C" w14:textId="77777777" w:rsidR="00DC5755" w:rsidRPr="002C000E" w:rsidRDefault="00DC5755" w:rsidP="00DC5755">
      <w:pPr>
        <w:pStyle w:val="CMDOutput"/>
      </w:pPr>
      <w:r>
        <w:t>Connection closed by foreign host.</w:t>
      </w:r>
    </w:p>
    <w:p w14:paraId="7D8E45CE" w14:textId="77777777" w:rsidR="00DC5755" w:rsidRDefault="00DC5755" w:rsidP="00DC5755">
      <w:pPr>
        <w:pStyle w:val="BodyTextL50"/>
      </w:pPr>
      <w:r>
        <w:t>Use Telnet to connect to port 68. What happens? Explain.</w:t>
      </w:r>
    </w:p>
    <w:p w14:paraId="2DB7A1FB" w14:textId="77777777" w:rsidR="00AA3721" w:rsidRDefault="00AA3721" w:rsidP="00AA3721">
      <w:pPr>
        <w:pStyle w:val="AnswerLineL50"/>
      </w:pPr>
      <w:r>
        <w:t>Type your answers here.</w:t>
      </w:r>
    </w:p>
    <w:p w14:paraId="128A4651" w14:textId="590D9AC2" w:rsidR="00DC5755" w:rsidRDefault="00DC5755" w:rsidP="00DC5755">
      <w:pPr>
        <w:pStyle w:val="BodyTextL50"/>
        <w:rPr>
          <w:rStyle w:val="AnswerGray"/>
        </w:rPr>
      </w:pPr>
      <w:r>
        <w:rPr>
          <w:rStyle w:val="AnswerGray"/>
        </w:rPr>
        <w:t>Unable to connect</w:t>
      </w:r>
      <w:r w:rsidR="0065131A">
        <w:rPr>
          <w:rStyle w:val="AnswerGray"/>
        </w:rPr>
        <w:t xml:space="preserve"> because</w:t>
      </w:r>
      <w:r>
        <w:rPr>
          <w:rStyle w:val="AnswerGray"/>
        </w:rPr>
        <w:t xml:space="preserve"> the connection is refused. </w:t>
      </w:r>
      <w:r w:rsidR="0065131A">
        <w:rPr>
          <w:rStyle w:val="AnswerGray"/>
        </w:rPr>
        <w:t>T</w:t>
      </w:r>
      <w:r w:rsidRPr="00E16601">
        <w:rPr>
          <w:rStyle w:val="AnswerGray"/>
        </w:rPr>
        <w:t>elnet</w:t>
      </w:r>
      <w:r>
        <w:rPr>
          <w:rStyle w:val="AnswerGray"/>
        </w:rPr>
        <w:t xml:space="preserve"> is a TCP-based protocol and will not be able to connect to UDP ports.</w:t>
      </w:r>
    </w:p>
    <w:p w14:paraId="5DB843A0" w14:textId="33304D4C" w:rsidR="00DC5755" w:rsidRDefault="00DC5755" w:rsidP="00DC5755">
      <w:pPr>
        <w:pStyle w:val="Heading1"/>
        <w:numPr>
          <w:ilvl w:val="0"/>
          <w:numId w:val="3"/>
        </w:numPr>
      </w:pPr>
      <w:r>
        <w:t>Reflection</w:t>
      </w:r>
      <w:r w:rsidR="00AA3721">
        <w:t xml:space="preserve"> Questions</w:t>
      </w:r>
    </w:p>
    <w:p w14:paraId="010745CB" w14:textId="77777777" w:rsidR="00DC5755" w:rsidRDefault="00DC5755" w:rsidP="00AA3721">
      <w:pPr>
        <w:pStyle w:val="ReflectionQ"/>
      </w:pPr>
      <w:r>
        <w:t>What are the advantages of using netstat?</w:t>
      </w:r>
    </w:p>
    <w:p w14:paraId="227E2D9A" w14:textId="2DF6B291" w:rsidR="00DC5755" w:rsidRDefault="00AA3721" w:rsidP="00AA3721">
      <w:pPr>
        <w:pStyle w:val="AnswerLineL25"/>
      </w:pPr>
      <w:r>
        <w:t>Type your answers here.</w:t>
      </w:r>
    </w:p>
    <w:p w14:paraId="5DA82E65" w14:textId="77777777" w:rsidR="00DC5755" w:rsidRDefault="00DC5755" w:rsidP="00DC5755">
      <w:pPr>
        <w:pStyle w:val="BodyTextL25"/>
        <w:rPr>
          <w:rStyle w:val="AnswerGray"/>
        </w:rPr>
      </w:pPr>
      <w:r>
        <w:rPr>
          <w:rStyle w:val="AnswerGray"/>
        </w:rPr>
        <w:t>Netstat allows for an analyst to display all the connections currently present on a computer. Source and destination addresses, ports, and process IDs can also be displayed, providing a quick overview of all connections present on a computer.</w:t>
      </w:r>
    </w:p>
    <w:p w14:paraId="1808B8CA" w14:textId="77777777" w:rsidR="00DC5755" w:rsidRDefault="00DC5755" w:rsidP="00AA3721">
      <w:pPr>
        <w:pStyle w:val="ReflectionQ"/>
      </w:pPr>
      <w:r>
        <w:t>What are the advantages of using Telnet? Is it safe?</w:t>
      </w:r>
    </w:p>
    <w:p w14:paraId="290784CD" w14:textId="77777777" w:rsidR="00AA3721" w:rsidRDefault="00AA3721" w:rsidP="00AA3721">
      <w:pPr>
        <w:pStyle w:val="AnswerLineL25"/>
      </w:pPr>
      <w:r>
        <w:t>Type your answers here.</w:t>
      </w:r>
    </w:p>
    <w:p w14:paraId="01A61B07" w14:textId="77777777" w:rsidR="00DC5755" w:rsidRPr="00D469FF" w:rsidRDefault="00DC5755" w:rsidP="00DC5755">
      <w:pPr>
        <w:pStyle w:val="BodyTextL25"/>
        <w:rPr>
          <w:rStyle w:val="AnswerGray"/>
        </w:rPr>
      </w:pPr>
      <w:r>
        <w:rPr>
          <w:rStyle w:val="AnswerGray"/>
        </w:rPr>
        <w:t>Yes, as long it is not used as a remote shell. It is perfectly safe to quickly test or gather information about a given network service.</w:t>
      </w:r>
    </w:p>
    <w:p w14:paraId="0F040DB1" w14:textId="7A68A2BE" w:rsidR="00C162C0" w:rsidRPr="00DC5755" w:rsidRDefault="00DC5755" w:rsidP="00DC5755">
      <w:pPr>
        <w:pStyle w:val="ConfigWindow"/>
      </w:pPr>
      <w:r w:rsidRPr="00DC5755">
        <w:t>End of document</w:t>
      </w:r>
    </w:p>
    <w:sectPr w:rsidR="00C162C0" w:rsidRPr="00DC575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90EC9" w14:textId="77777777" w:rsidR="00062482" w:rsidRDefault="00062482" w:rsidP="00710659">
      <w:pPr>
        <w:spacing w:after="0" w:line="240" w:lineRule="auto"/>
      </w:pPr>
      <w:r>
        <w:separator/>
      </w:r>
    </w:p>
    <w:p w14:paraId="72B917EC" w14:textId="77777777" w:rsidR="00062482" w:rsidRDefault="00062482"/>
  </w:endnote>
  <w:endnote w:type="continuationSeparator" w:id="0">
    <w:p w14:paraId="0A85B075" w14:textId="77777777" w:rsidR="00062482" w:rsidRDefault="00062482" w:rsidP="00710659">
      <w:pPr>
        <w:spacing w:after="0" w:line="240" w:lineRule="auto"/>
      </w:pPr>
      <w:r>
        <w:continuationSeparator/>
      </w:r>
    </w:p>
    <w:p w14:paraId="45CF2E4D" w14:textId="77777777" w:rsidR="00062482" w:rsidRDefault="00062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61F7B" w14:textId="0942CB0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C5755">
          <w:t>2018</w:t>
        </w:r>
      </w:sdtContent>
    </w:sdt>
    <w:r>
      <w:t xml:space="preserve"> - </w:t>
    </w:r>
    <w:r>
      <w:fldChar w:fldCharType="begin"/>
    </w:r>
    <w:r>
      <w:instrText xml:space="preserve"> SAVEDATE  \@ "yyyy"  \* MERGEFORMAT </w:instrText>
    </w:r>
    <w:r>
      <w:fldChar w:fldCharType="separate"/>
    </w:r>
    <w:r w:rsidR="00916EB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4EC71" w14:textId="6D59A4E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C5755">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16EB4">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A17C6" w14:textId="77777777" w:rsidR="00062482" w:rsidRDefault="00062482" w:rsidP="00710659">
      <w:pPr>
        <w:spacing w:after="0" w:line="240" w:lineRule="auto"/>
      </w:pPr>
      <w:r>
        <w:separator/>
      </w:r>
    </w:p>
    <w:p w14:paraId="561EFDFD" w14:textId="77777777" w:rsidR="00062482" w:rsidRDefault="00062482"/>
  </w:footnote>
  <w:footnote w:type="continuationSeparator" w:id="0">
    <w:p w14:paraId="4B44C9E8" w14:textId="77777777" w:rsidR="00062482" w:rsidRDefault="00062482" w:rsidP="00710659">
      <w:pPr>
        <w:spacing w:after="0" w:line="240" w:lineRule="auto"/>
      </w:pPr>
      <w:r>
        <w:continuationSeparator/>
      </w:r>
    </w:p>
    <w:p w14:paraId="2902B69A" w14:textId="77777777" w:rsidR="00062482" w:rsidRDefault="000624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9050E4CF0B0043A5A6182A903D85565A"/>
      </w:placeholder>
      <w:dataBinding w:prefixMappings="xmlns:ns0='http://purl.org/dc/elements/1.1/' xmlns:ns1='http://schemas.openxmlformats.org/package/2006/metadata/core-properties' " w:xpath="/ns1:coreProperties[1]/ns0:title[1]" w:storeItemID="{6C3C8BC8-F283-45AE-878A-BAB7291924A1}"/>
      <w:text/>
    </w:sdtPr>
    <w:sdtEndPr/>
    <w:sdtContent>
      <w:p w14:paraId="57271C87" w14:textId="77777777" w:rsidR="00926CB2" w:rsidRDefault="005B5611" w:rsidP="008402F2">
        <w:pPr>
          <w:pStyle w:val="PageHead"/>
        </w:pPr>
        <w:r>
          <w:t>Lab - Linux Servers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A8991" w14:textId="77777777" w:rsidR="00926CB2" w:rsidRDefault="00882B63" w:rsidP="006C3FCF">
    <w:pPr>
      <w:ind w:left="-288"/>
    </w:pPr>
    <w:r>
      <w:rPr>
        <w:noProof/>
      </w:rPr>
      <w:drawing>
        <wp:inline distT="0" distB="0" distL="0" distR="0" wp14:anchorId="007B5D3D" wp14:editId="17B496A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61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482"/>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B5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602"/>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C95"/>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497B"/>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7AE9"/>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CB7"/>
    <w:rsid w:val="004E6152"/>
    <w:rsid w:val="004F344A"/>
    <w:rsid w:val="004F4EC3"/>
    <w:rsid w:val="00504ED4"/>
    <w:rsid w:val="00510639"/>
    <w:rsid w:val="00511791"/>
    <w:rsid w:val="005139BE"/>
    <w:rsid w:val="00516142"/>
    <w:rsid w:val="0051681C"/>
    <w:rsid w:val="00520027"/>
    <w:rsid w:val="0052093C"/>
    <w:rsid w:val="0052117E"/>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611"/>
    <w:rsid w:val="005C155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1A"/>
    <w:rsid w:val="006513FB"/>
    <w:rsid w:val="00656EEF"/>
    <w:rsid w:val="006576AF"/>
    <w:rsid w:val="00661E48"/>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EB4"/>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3721"/>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03AF"/>
    <w:rsid w:val="00AE56C0"/>
    <w:rsid w:val="00AF7ACC"/>
    <w:rsid w:val="00B00914"/>
    <w:rsid w:val="00B02A8E"/>
    <w:rsid w:val="00B052EE"/>
    <w:rsid w:val="00B1081F"/>
    <w:rsid w:val="00B2496B"/>
    <w:rsid w:val="00B27499"/>
    <w:rsid w:val="00B3010D"/>
    <w:rsid w:val="00B35151"/>
    <w:rsid w:val="00B433F2"/>
    <w:rsid w:val="00B458E8"/>
    <w:rsid w:val="00B47940"/>
    <w:rsid w:val="00B530E5"/>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27"/>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5755"/>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0E24"/>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70BE7"/>
  <w15:docId w15:val="{7E3433E3-C8C5-4E2E-9F07-0BF66031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C155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C155C"/>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C155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C155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DC575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050E4CF0B0043A5A6182A903D85565A"/>
        <w:category>
          <w:name w:val="General"/>
          <w:gallery w:val="placeholder"/>
        </w:category>
        <w:types>
          <w:type w:val="bbPlcHdr"/>
        </w:types>
        <w:behaviors>
          <w:behavior w:val="content"/>
        </w:behaviors>
        <w:guid w:val="{AA2E95F4-BBDC-4A59-8E7C-788C6ACF21A7}"/>
      </w:docPartPr>
      <w:docPartBody>
        <w:p w:rsidR="00FB72A9" w:rsidRDefault="002E3B51">
          <w:pPr>
            <w:pStyle w:val="9050E4CF0B0043A5A6182A903D85565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B51"/>
    <w:rsid w:val="002E3B51"/>
    <w:rsid w:val="002F2AC1"/>
    <w:rsid w:val="009E0FFF"/>
    <w:rsid w:val="00D305D2"/>
    <w:rsid w:val="00E11031"/>
    <w:rsid w:val="00FB7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050E4CF0B0043A5A6182A903D85565A">
    <w:name w:val="9050E4CF0B0043A5A6182A903D8556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0D909C-748A-4461-8E5F-CCC8E97B5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7</Pages>
  <Words>2464</Words>
  <Characters>14049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Lab - Linux Servers</vt:lpstr>
    </vt:vector>
  </TitlesOfParts>
  <Company>Cisco Systems, Inc.</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Linux Servers</dc:title>
  <dc:creator>SP</dc:creator>
  <dc:description>2018</dc:description>
  <cp:lastModifiedBy>Suk-Yi Pennock -X (spennock - UNICON INC at Cisco)</cp:lastModifiedBy>
  <cp:revision>8</cp:revision>
  <dcterms:created xsi:type="dcterms:W3CDTF">2020-05-01T18:35:00Z</dcterms:created>
  <dcterms:modified xsi:type="dcterms:W3CDTF">2020-07-13T20:53:00Z</dcterms:modified>
</cp:coreProperties>
</file>